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6BC2A" w14:textId="77777777" w:rsidR="00FC1ED6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23D0CC" wp14:editId="1F0E0817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38460" w14:textId="77777777" w:rsidR="006F7BEB" w:rsidRDefault="006F7BEB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Polgármesterétől</w:t>
                            </w:r>
                          </w:p>
                          <w:p w14:paraId="253A4206" w14:textId="77777777" w:rsidR="006F7BEB" w:rsidRDefault="006F7BEB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4703B047" w14:textId="77777777" w:rsidR="006F7BEB" w:rsidRDefault="006F7BEB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738E744C" w14:textId="77777777" w:rsidR="006F7BEB" w:rsidRDefault="006F7BEB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3B10860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3F20B6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7ACB1A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72947B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5AFFEEF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BD3E20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A93F4A6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91D5BA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652A76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5BEC229B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CF8839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4DC947E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D39637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DA8AC5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7AE8214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6509581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C84361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71B6A4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1C98E98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C7044C4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A0B147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61C8CB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104F3BE0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4AB8A95C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94615F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00C5CC5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3F3D3279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9C61205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2EAE0263" w14:textId="77777777" w:rsidR="006F7BEB" w:rsidRDefault="006F7BEB" w:rsidP="00845857">
                            <w:pPr>
                              <w:jc w:val="center"/>
                            </w:pPr>
                          </w:p>
                          <w:p w14:paraId="649E6F1F" w14:textId="77777777" w:rsidR="006F7BEB" w:rsidRPr="005B18C0" w:rsidRDefault="006F7BEB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E23D0C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5C438460" w14:textId="77777777" w:rsidR="006F7BEB" w:rsidRDefault="006F7BEB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Polgármesterétől</w:t>
                      </w:r>
                    </w:p>
                    <w:p w14:paraId="253A4206" w14:textId="77777777" w:rsidR="006F7BEB" w:rsidRDefault="006F7BEB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4703B047" w14:textId="77777777" w:rsidR="006F7BEB" w:rsidRDefault="006F7BEB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738E744C" w14:textId="77777777" w:rsidR="006F7BEB" w:rsidRDefault="006F7BEB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3B108604" w14:textId="77777777" w:rsidR="006F7BEB" w:rsidRDefault="006F7BEB" w:rsidP="00845857">
                      <w:pPr>
                        <w:jc w:val="center"/>
                      </w:pPr>
                    </w:p>
                    <w:p w14:paraId="03F20B6B" w14:textId="77777777" w:rsidR="006F7BEB" w:rsidRDefault="006F7BEB" w:rsidP="00845857">
                      <w:pPr>
                        <w:jc w:val="center"/>
                      </w:pPr>
                    </w:p>
                    <w:p w14:paraId="77ACB1AE" w14:textId="77777777" w:rsidR="006F7BEB" w:rsidRDefault="006F7BEB" w:rsidP="00845857">
                      <w:pPr>
                        <w:jc w:val="center"/>
                      </w:pPr>
                    </w:p>
                    <w:p w14:paraId="372947B0" w14:textId="77777777" w:rsidR="006F7BEB" w:rsidRDefault="006F7BEB" w:rsidP="00845857">
                      <w:pPr>
                        <w:jc w:val="center"/>
                      </w:pPr>
                    </w:p>
                    <w:p w14:paraId="45AFFEEF" w14:textId="77777777" w:rsidR="006F7BEB" w:rsidRDefault="006F7BEB" w:rsidP="00845857">
                      <w:pPr>
                        <w:jc w:val="center"/>
                      </w:pPr>
                    </w:p>
                    <w:p w14:paraId="0BD3E20E" w14:textId="77777777" w:rsidR="006F7BEB" w:rsidRDefault="006F7BEB" w:rsidP="00845857">
                      <w:pPr>
                        <w:jc w:val="center"/>
                      </w:pPr>
                    </w:p>
                    <w:p w14:paraId="5A93F4A6" w14:textId="77777777" w:rsidR="006F7BEB" w:rsidRDefault="006F7BEB" w:rsidP="00845857">
                      <w:pPr>
                        <w:jc w:val="center"/>
                      </w:pPr>
                    </w:p>
                    <w:p w14:paraId="791D5BAB" w14:textId="77777777" w:rsidR="006F7BEB" w:rsidRDefault="006F7BEB" w:rsidP="00845857">
                      <w:pPr>
                        <w:jc w:val="center"/>
                      </w:pPr>
                    </w:p>
                    <w:p w14:paraId="7652A761" w14:textId="77777777" w:rsidR="006F7BEB" w:rsidRDefault="006F7BEB" w:rsidP="00845857">
                      <w:pPr>
                        <w:jc w:val="center"/>
                      </w:pPr>
                    </w:p>
                    <w:p w14:paraId="5BEC229B" w14:textId="77777777" w:rsidR="006F7BEB" w:rsidRDefault="006F7BEB" w:rsidP="00845857">
                      <w:pPr>
                        <w:jc w:val="center"/>
                      </w:pPr>
                    </w:p>
                    <w:p w14:paraId="0CF88395" w14:textId="77777777" w:rsidR="006F7BEB" w:rsidRDefault="006F7BEB" w:rsidP="00845857">
                      <w:pPr>
                        <w:jc w:val="center"/>
                      </w:pPr>
                    </w:p>
                    <w:p w14:paraId="34DC947E" w14:textId="77777777" w:rsidR="006F7BEB" w:rsidRDefault="006F7BEB" w:rsidP="00845857">
                      <w:pPr>
                        <w:jc w:val="center"/>
                      </w:pPr>
                    </w:p>
                    <w:p w14:paraId="0D396371" w14:textId="77777777" w:rsidR="006F7BEB" w:rsidRDefault="006F7BEB" w:rsidP="00845857">
                      <w:pPr>
                        <w:jc w:val="center"/>
                      </w:pPr>
                    </w:p>
                    <w:p w14:paraId="6DA8AC55" w14:textId="77777777" w:rsidR="006F7BEB" w:rsidRDefault="006F7BEB" w:rsidP="00845857">
                      <w:pPr>
                        <w:jc w:val="center"/>
                      </w:pPr>
                    </w:p>
                    <w:p w14:paraId="7AE82140" w14:textId="77777777" w:rsidR="006F7BEB" w:rsidRDefault="006F7BEB" w:rsidP="00845857">
                      <w:pPr>
                        <w:jc w:val="center"/>
                      </w:pPr>
                    </w:p>
                    <w:p w14:paraId="36509581" w14:textId="77777777" w:rsidR="006F7BEB" w:rsidRDefault="006F7BEB" w:rsidP="00845857">
                      <w:pPr>
                        <w:jc w:val="center"/>
                      </w:pPr>
                    </w:p>
                    <w:p w14:paraId="4C843614" w14:textId="77777777" w:rsidR="006F7BEB" w:rsidRDefault="006F7BEB" w:rsidP="00845857">
                      <w:pPr>
                        <w:jc w:val="center"/>
                      </w:pPr>
                    </w:p>
                    <w:p w14:paraId="071B6A4C" w14:textId="77777777" w:rsidR="006F7BEB" w:rsidRDefault="006F7BEB" w:rsidP="00845857">
                      <w:pPr>
                        <w:jc w:val="center"/>
                      </w:pPr>
                    </w:p>
                    <w:p w14:paraId="41C98E98" w14:textId="77777777" w:rsidR="006F7BEB" w:rsidRDefault="006F7BEB" w:rsidP="00845857">
                      <w:pPr>
                        <w:jc w:val="center"/>
                      </w:pPr>
                    </w:p>
                    <w:p w14:paraId="6C7044C4" w14:textId="77777777" w:rsidR="006F7BEB" w:rsidRDefault="006F7BEB" w:rsidP="00845857">
                      <w:pPr>
                        <w:jc w:val="center"/>
                      </w:pPr>
                    </w:p>
                    <w:p w14:paraId="2A0B1475" w14:textId="77777777" w:rsidR="006F7BEB" w:rsidRDefault="006F7BEB" w:rsidP="00845857">
                      <w:pPr>
                        <w:jc w:val="center"/>
                      </w:pPr>
                    </w:p>
                    <w:p w14:paraId="061C8CB9" w14:textId="77777777" w:rsidR="006F7BEB" w:rsidRDefault="006F7BEB" w:rsidP="00845857">
                      <w:pPr>
                        <w:jc w:val="center"/>
                      </w:pPr>
                    </w:p>
                    <w:p w14:paraId="104F3BE0" w14:textId="77777777" w:rsidR="006F7BEB" w:rsidRDefault="006F7BEB" w:rsidP="00845857">
                      <w:pPr>
                        <w:jc w:val="center"/>
                      </w:pPr>
                    </w:p>
                    <w:p w14:paraId="4AB8A95C" w14:textId="77777777" w:rsidR="006F7BEB" w:rsidRDefault="006F7BEB" w:rsidP="00845857">
                      <w:pPr>
                        <w:jc w:val="center"/>
                      </w:pPr>
                    </w:p>
                    <w:p w14:paraId="294615F9" w14:textId="77777777" w:rsidR="006F7BEB" w:rsidRDefault="006F7BEB" w:rsidP="00845857">
                      <w:pPr>
                        <w:jc w:val="center"/>
                      </w:pPr>
                    </w:p>
                    <w:p w14:paraId="00C5CC59" w14:textId="77777777" w:rsidR="006F7BEB" w:rsidRDefault="006F7BEB" w:rsidP="00845857">
                      <w:pPr>
                        <w:jc w:val="center"/>
                      </w:pPr>
                    </w:p>
                    <w:p w14:paraId="3F3D3279" w14:textId="77777777" w:rsidR="006F7BEB" w:rsidRDefault="006F7BEB" w:rsidP="00845857">
                      <w:pPr>
                        <w:jc w:val="center"/>
                      </w:pPr>
                    </w:p>
                    <w:p w14:paraId="29C61205" w14:textId="77777777" w:rsidR="006F7BEB" w:rsidRDefault="006F7BEB" w:rsidP="00845857">
                      <w:pPr>
                        <w:jc w:val="center"/>
                      </w:pPr>
                    </w:p>
                    <w:p w14:paraId="2EAE0263" w14:textId="77777777" w:rsidR="006F7BEB" w:rsidRDefault="006F7BEB" w:rsidP="00845857">
                      <w:pPr>
                        <w:jc w:val="center"/>
                      </w:pPr>
                    </w:p>
                    <w:p w14:paraId="649E6F1F" w14:textId="77777777" w:rsidR="006F7BEB" w:rsidRPr="005B18C0" w:rsidRDefault="006F7BEB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42754" w:rsidRPr="001011E8">
        <w:rPr>
          <w:sz w:val="22"/>
          <w:szCs w:val="22"/>
        </w:rPr>
        <w:t xml:space="preserve"> </w:t>
      </w:r>
    </w:p>
    <w:p w14:paraId="21BD72D3" w14:textId="77777777" w:rsidR="00A86A5A" w:rsidRPr="001011E8" w:rsidRDefault="00380B9B" w:rsidP="004901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5915FF" wp14:editId="0CADC7F5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C13DA" w14:textId="77777777" w:rsidR="006F7BEB" w:rsidRDefault="00380B9B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17BF13" wp14:editId="780A0853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85915FF" id="Text Box 10" o:spid="_x0000_s1027" type="#_x0000_t202" style="position:absolute;margin-left:-36pt;margin-top:-45pt;width:98.55pt;height:73.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568C13DA" w14:textId="77777777" w:rsidR="006F7BEB" w:rsidRDefault="00380B9B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17BF13" wp14:editId="780A0853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BEABAC7" w14:textId="77777777" w:rsidR="00A86A5A" w:rsidRPr="001011E8" w:rsidRDefault="00A86A5A" w:rsidP="0049015D">
      <w:pPr>
        <w:rPr>
          <w:sz w:val="22"/>
          <w:szCs w:val="22"/>
        </w:rPr>
      </w:pPr>
    </w:p>
    <w:p w14:paraId="2EB22DC1" w14:textId="2B7BE443" w:rsidR="00380B9B" w:rsidRPr="007464FA" w:rsidRDefault="00380B9B" w:rsidP="007464FA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DCC046" wp14:editId="0CC8EEBC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line w14:anchorId="350EA0A3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8"/>
        <w:gridCol w:w="4284"/>
      </w:tblGrid>
      <w:tr w:rsidR="00380B9B" w14:paraId="76BD581C" w14:textId="77777777" w:rsidTr="00600E63">
        <w:tc>
          <w:tcPr>
            <w:tcW w:w="5211" w:type="dxa"/>
          </w:tcPr>
          <w:p w14:paraId="04920CAC" w14:textId="64E61CC1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/20</w:t>
            </w:r>
            <w:r w:rsidR="00DF115E">
              <w:rPr>
                <w:sz w:val="22"/>
                <w:szCs w:val="22"/>
              </w:rPr>
              <w:t>2</w:t>
            </w:r>
            <w:r w:rsidR="000A567E">
              <w:rPr>
                <w:sz w:val="22"/>
                <w:szCs w:val="22"/>
              </w:rPr>
              <w:t>6</w:t>
            </w:r>
            <w:r w:rsidR="00DF115E">
              <w:rPr>
                <w:sz w:val="22"/>
                <w:szCs w:val="22"/>
              </w:rPr>
              <w:t>.</w:t>
            </w:r>
            <w:r w:rsidRPr="009343D0">
              <w:rPr>
                <w:sz w:val="22"/>
                <w:szCs w:val="22"/>
              </w:rPr>
              <w:t xml:space="preserve"> </w:t>
            </w:r>
          </w:p>
          <w:p w14:paraId="71FCE7DE" w14:textId="77777777" w:rsidR="00380B9B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</w:p>
          <w:p w14:paraId="0E581122" w14:textId="77777777" w:rsidR="00380B9B" w:rsidRPr="009343D0" w:rsidRDefault="00380B9B" w:rsidP="00380B9B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639604F7" w14:textId="77777777" w:rsidR="00380B9B" w:rsidRPr="009343D0" w:rsidRDefault="00380B9B" w:rsidP="00380B9B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 ügyvezető</w:t>
            </w:r>
          </w:p>
          <w:p w14:paraId="0D4959BD" w14:textId="77777777" w:rsidR="00380B9B" w:rsidRDefault="00380B9B" w:rsidP="00380B9B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341" w:type="dxa"/>
          </w:tcPr>
          <w:p w14:paraId="5204719D" w14:textId="661694D7" w:rsidR="00380B9B" w:rsidRDefault="00165261" w:rsidP="00380B9B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212909">
              <w:rPr>
                <w:b/>
                <w:sz w:val="22"/>
                <w:szCs w:val="22"/>
              </w:rPr>
              <w:t xml:space="preserve">    </w:t>
            </w:r>
            <w:r w:rsidR="00380B9B" w:rsidRPr="009343D0">
              <w:rPr>
                <w:b/>
                <w:sz w:val="22"/>
                <w:szCs w:val="22"/>
                <w:u w:val="single"/>
              </w:rPr>
              <w:t>Tárgy</w:t>
            </w:r>
            <w:r w:rsidR="00380B9B" w:rsidRPr="009343D0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r w:rsidR="001F53B6" w:rsidRPr="001F53B6">
              <w:rPr>
                <w:iCs/>
              </w:rPr>
              <w:t>Automata öntözésbe bevonható területek meghatározása, kutak fúrása közparkokban</w:t>
            </w:r>
            <w:bookmarkEnd w:id="0"/>
          </w:p>
          <w:p w14:paraId="0F877898" w14:textId="77777777" w:rsidR="00380B9B" w:rsidRDefault="00380B9B" w:rsidP="005C1128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  <w:p w14:paraId="02455760" w14:textId="4542DE9E" w:rsidR="00165261" w:rsidRDefault="00380B9B" w:rsidP="00FE4D06">
            <w:pPr>
              <w:tabs>
                <w:tab w:val="left" w:pos="5529"/>
              </w:tabs>
              <w:jc w:val="right"/>
              <w:rPr>
                <w:bCs/>
                <w:sz w:val="22"/>
                <w:szCs w:val="22"/>
              </w:rPr>
            </w:pPr>
            <w:r w:rsidRPr="00A30D38">
              <w:rPr>
                <w:b/>
                <w:sz w:val="22"/>
                <w:szCs w:val="22"/>
                <w:u w:val="single"/>
              </w:rPr>
              <w:t>Melléklet:</w:t>
            </w:r>
            <w:r w:rsidR="00165261">
              <w:rPr>
                <w:b/>
                <w:sz w:val="22"/>
                <w:szCs w:val="22"/>
                <w:u w:val="single"/>
              </w:rPr>
              <w:t xml:space="preserve"> </w:t>
            </w:r>
            <w:r w:rsidR="00FE4D06">
              <w:rPr>
                <w:bCs/>
                <w:sz w:val="22"/>
                <w:szCs w:val="22"/>
              </w:rPr>
              <w:t>priorizált költség táblázat</w:t>
            </w:r>
          </w:p>
          <w:p w14:paraId="76533AA4" w14:textId="77777777" w:rsidR="00165261" w:rsidRPr="00165261" w:rsidRDefault="00165261" w:rsidP="003503BC">
            <w:pPr>
              <w:tabs>
                <w:tab w:val="left" w:pos="5529"/>
              </w:tabs>
              <w:jc w:val="right"/>
              <w:rPr>
                <w:bCs/>
                <w:sz w:val="22"/>
                <w:szCs w:val="22"/>
              </w:rPr>
            </w:pPr>
          </w:p>
          <w:p w14:paraId="5B2A098D" w14:textId="6E63B5E0" w:rsidR="00380B9B" w:rsidRDefault="00380B9B" w:rsidP="003503B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14:paraId="58EA2DF8" w14:textId="77777777" w:rsidR="002D5F71" w:rsidRDefault="002D5F71" w:rsidP="005A37FB">
      <w:pPr>
        <w:tabs>
          <w:tab w:val="left" w:pos="5529"/>
        </w:tabs>
        <w:rPr>
          <w:sz w:val="22"/>
          <w:szCs w:val="22"/>
        </w:rPr>
      </w:pPr>
    </w:p>
    <w:p w14:paraId="2AF2706A" w14:textId="77777777" w:rsidR="00A86A5A" w:rsidRPr="00C859DD" w:rsidRDefault="00A86A5A" w:rsidP="0049015D">
      <w:pPr>
        <w:jc w:val="center"/>
        <w:rPr>
          <w:b/>
        </w:rPr>
      </w:pPr>
      <w:r w:rsidRPr="00C859DD">
        <w:rPr>
          <w:b/>
        </w:rPr>
        <w:t>ELŐTERJESZTÉS</w:t>
      </w:r>
    </w:p>
    <w:p w14:paraId="31CF6CDF" w14:textId="7730C985" w:rsidR="00A86A5A" w:rsidRPr="00C859DD" w:rsidRDefault="00F7388D" w:rsidP="0049015D">
      <w:pPr>
        <w:jc w:val="center"/>
      </w:pPr>
      <w:r w:rsidRPr="00C859DD">
        <w:t xml:space="preserve">A </w:t>
      </w:r>
      <w:r w:rsidR="002A7AF3" w:rsidRPr="00C859DD">
        <w:t>Képviselő-testület</w:t>
      </w:r>
      <w:r w:rsidR="00871D21">
        <w:t xml:space="preserve"> </w:t>
      </w:r>
      <w:r w:rsidR="00D0095C">
        <w:t>202</w:t>
      </w:r>
      <w:r w:rsidR="000A567E">
        <w:t>6</w:t>
      </w:r>
      <w:r w:rsidR="00D0095C">
        <w:t xml:space="preserve">. </w:t>
      </w:r>
      <w:r w:rsidR="000A567E">
        <w:t>február</w:t>
      </w:r>
      <w:r w:rsidR="00D0095C">
        <w:t xml:space="preserve"> </w:t>
      </w:r>
      <w:r w:rsidR="00226E4E">
        <w:t>11</w:t>
      </w:r>
      <w:r w:rsidR="00871D21">
        <w:t>-i</w:t>
      </w:r>
      <w:r w:rsidR="00A86A5A" w:rsidRPr="00C859DD">
        <w:t xml:space="preserve"> ülésére</w:t>
      </w:r>
    </w:p>
    <w:p w14:paraId="7D908318" w14:textId="77777777" w:rsidR="00985A9C" w:rsidRPr="00C859DD" w:rsidRDefault="00985A9C" w:rsidP="0049015D">
      <w:pPr>
        <w:jc w:val="center"/>
        <w:rPr>
          <w:b/>
        </w:rPr>
      </w:pPr>
      <w:r w:rsidRPr="00C859DD">
        <w:rPr>
          <w:b/>
        </w:rPr>
        <w:t xml:space="preserve">Tisztelt </w:t>
      </w:r>
      <w:r w:rsidR="002A7AF3" w:rsidRPr="00C859DD">
        <w:rPr>
          <w:b/>
        </w:rPr>
        <w:t>Képviselő-testület</w:t>
      </w:r>
      <w:r w:rsidRPr="00C859DD">
        <w:rPr>
          <w:b/>
        </w:rPr>
        <w:t>!</w:t>
      </w:r>
    </w:p>
    <w:p w14:paraId="2C0238FD" w14:textId="77777777" w:rsidR="0021316F" w:rsidRDefault="0021316F" w:rsidP="0049015D">
      <w:pPr>
        <w:jc w:val="both"/>
      </w:pPr>
    </w:p>
    <w:p w14:paraId="11E7C6FD" w14:textId="302B855C" w:rsidR="00C310F0" w:rsidRDefault="0063620A" w:rsidP="007464FA">
      <w:pPr>
        <w:jc w:val="both"/>
        <w:rPr>
          <w:iCs/>
        </w:rPr>
      </w:pPr>
      <w:r>
        <w:rPr>
          <w:iCs/>
        </w:rPr>
        <w:t>A</w:t>
      </w:r>
      <w:r>
        <w:rPr>
          <w:bCs/>
          <w:kern w:val="2"/>
        </w:rPr>
        <w:t xml:space="preserve"> Tisztelt Képviselő-testület a 2025.</w:t>
      </w:r>
      <w:r w:rsidR="001347A7">
        <w:rPr>
          <w:bCs/>
          <w:kern w:val="2"/>
        </w:rPr>
        <w:t xml:space="preserve"> szeptember</w:t>
      </w:r>
      <w:r>
        <w:rPr>
          <w:bCs/>
          <w:kern w:val="2"/>
        </w:rPr>
        <w:t xml:space="preserve"> 18</w:t>
      </w:r>
      <w:r w:rsidR="001347A7">
        <w:rPr>
          <w:bCs/>
          <w:kern w:val="2"/>
        </w:rPr>
        <w:t>-ai</w:t>
      </w:r>
      <w:r>
        <w:rPr>
          <w:bCs/>
          <w:kern w:val="2"/>
        </w:rPr>
        <w:t xml:space="preserve"> ülésén meghozott </w:t>
      </w:r>
      <w:r w:rsidR="00226E4E">
        <w:rPr>
          <w:iCs/>
        </w:rPr>
        <w:t>404/2025 (</w:t>
      </w:r>
      <w:r w:rsidR="00DF332B">
        <w:rPr>
          <w:iCs/>
        </w:rPr>
        <w:t>IX.</w:t>
      </w:r>
      <w:r w:rsidR="00226E4E">
        <w:rPr>
          <w:iCs/>
        </w:rPr>
        <w:t xml:space="preserve">18.) </w:t>
      </w:r>
      <w:proofErr w:type="spellStart"/>
      <w:r w:rsidR="00226E4E">
        <w:rPr>
          <w:iCs/>
        </w:rPr>
        <w:t>Ök</w:t>
      </w:r>
      <w:proofErr w:type="spellEnd"/>
      <w:r w:rsidR="00226E4E">
        <w:rPr>
          <w:iCs/>
        </w:rPr>
        <w:t>. határozatban f</w:t>
      </w:r>
      <w:r w:rsidR="002A6F0D">
        <w:rPr>
          <w:iCs/>
        </w:rPr>
        <w:t>el</w:t>
      </w:r>
      <w:r>
        <w:rPr>
          <w:iCs/>
        </w:rPr>
        <w:t>kérte a VÁRVAG Nonprofit Kft-t,</w:t>
      </w:r>
      <w:r w:rsidR="002A6F0D">
        <w:rPr>
          <w:iCs/>
        </w:rPr>
        <w:t xml:space="preserve"> hogy </w:t>
      </w:r>
      <w:r>
        <w:rPr>
          <w:iCs/>
        </w:rPr>
        <w:t>vizsgálja meg a</w:t>
      </w:r>
      <w:r w:rsidR="002A6F0D">
        <w:rPr>
          <w:iCs/>
        </w:rPr>
        <w:t xml:space="preserve"> szélsőséges klimatikus viszonyok áthidalására, </w:t>
      </w:r>
      <w:r w:rsidR="005D0AFE">
        <w:rPr>
          <w:iCs/>
        </w:rPr>
        <w:t>hatásai</w:t>
      </w:r>
      <w:r w:rsidR="007F2179">
        <w:rPr>
          <w:iCs/>
        </w:rPr>
        <w:t>nak</w:t>
      </w:r>
      <w:r w:rsidR="005D0AFE">
        <w:rPr>
          <w:iCs/>
        </w:rPr>
        <w:t xml:space="preserve"> </w:t>
      </w:r>
      <w:r w:rsidR="002A6F0D">
        <w:rPr>
          <w:iCs/>
        </w:rPr>
        <w:t>csökkentésére</w:t>
      </w:r>
      <w:r>
        <w:rPr>
          <w:iCs/>
        </w:rPr>
        <w:t xml:space="preserve"> </w:t>
      </w:r>
      <w:r w:rsidR="005D0AFE">
        <w:rPr>
          <w:iCs/>
        </w:rPr>
        <w:t>a kútfúrás lehetőségét azon közparkokban, ahol nagy a vízfogyasztás, illetve határozz</w:t>
      </w:r>
      <w:r>
        <w:rPr>
          <w:iCs/>
        </w:rPr>
        <w:t>on</w:t>
      </w:r>
      <w:r w:rsidR="005D0AFE">
        <w:rPr>
          <w:iCs/>
        </w:rPr>
        <w:t xml:space="preserve"> meg </w:t>
      </w:r>
      <w:r w:rsidR="007F2179">
        <w:rPr>
          <w:iCs/>
        </w:rPr>
        <w:t xml:space="preserve">további </w:t>
      </w:r>
      <w:r w:rsidR="005D0AFE">
        <w:rPr>
          <w:iCs/>
        </w:rPr>
        <w:t>az automata ön</w:t>
      </w:r>
      <w:r w:rsidR="00C06D50">
        <w:rPr>
          <w:iCs/>
        </w:rPr>
        <w:t>t</w:t>
      </w:r>
      <w:r w:rsidR="005D0AFE">
        <w:rPr>
          <w:iCs/>
        </w:rPr>
        <w:t>özésbe bevonható területeket</w:t>
      </w:r>
      <w:r w:rsidR="00EF743E">
        <w:rPr>
          <w:iCs/>
        </w:rPr>
        <w:t>, majd vizsgálja meg azok költségvonzatát.</w:t>
      </w:r>
      <w:r w:rsidR="005D0AFE">
        <w:rPr>
          <w:iCs/>
        </w:rPr>
        <w:t xml:space="preserve"> </w:t>
      </w:r>
    </w:p>
    <w:p w14:paraId="3241A859" w14:textId="77777777" w:rsidR="005017A1" w:rsidRDefault="005017A1" w:rsidP="007464FA">
      <w:pPr>
        <w:jc w:val="both"/>
        <w:rPr>
          <w:iCs/>
        </w:rPr>
      </w:pPr>
    </w:p>
    <w:p w14:paraId="3AB30D3A" w14:textId="2D38EF97" w:rsidR="005763C0" w:rsidRDefault="005763C0" w:rsidP="007464FA">
      <w:pPr>
        <w:jc w:val="both"/>
        <w:rPr>
          <w:iCs/>
        </w:rPr>
      </w:pPr>
      <w:r>
        <w:rPr>
          <w:iCs/>
        </w:rPr>
        <w:t>Véleményünk szerint a meglévő, nagy vízfogyasztású locsolócsapok kiváltása lenne az elsődleges cél, hogy ezzel is csökkentsük a vízszolgáltató felé kifizetendő költségeket</w:t>
      </w:r>
      <w:r w:rsidR="00CD7AEF">
        <w:rPr>
          <w:iCs/>
        </w:rPr>
        <w:t xml:space="preserve">, melyek 2025-ben </w:t>
      </w:r>
      <w:r w:rsidR="001347A7">
        <w:rPr>
          <w:iCs/>
        </w:rPr>
        <w:t xml:space="preserve">Bruttó 2.500.000 Ft összegben </w:t>
      </w:r>
      <w:r w:rsidR="00CD7AEF">
        <w:rPr>
          <w:iCs/>
        </w:rPr>
        <w:t>terhelték a költségvetést.</w:t>
      </w:r>
    </w:p>
    <w:p w14:paraId="73A4C8D5" w14:textId="4F114423" w:rsidR="00781EBE" w:rsidRDefault="00781EBE" w:rsidP="007464FA">
      <w:pPr>
        <w:jc w:val="both"/>
        <w:rPr>
          <w:iCs/>
        </w:rPr>
      </w:pPr>
      <w:r>
        <w:rPr>
          <w:iCs/>
        </w:rPr>
        <w:t>Nagy vízfelhasználású közparkjaink a következők: Kölcsey tér, Malom tér, Szabadság tér, Kossuth tér</w:t>
      </w:r>
      <w:r w:rsidR="005763C0">
        <w:rPr>
          <w:iCs/>
        </w:rPr>
        <w:t>, melyeken már található kiépített automata öntözőrendszer</w:t>
      </w:r>
      <w:r w:rsidR="005017A1">
        <w:rPr>
          <w:iCs/>
        </w:rPr>
        <w:t>, ami miatt is célszerű lenne ezeken a helyszíneken megkezdeni a kútfúrási munkákat.</w:t>
      </w:r>
      <w:r w:rsidR="008F0019">
        <w:rPr>
          <w:iCs/>
        </w:rPr>
        <w:t xml:space="preserve"> </w:t>
      </w:r>
      <w:r w:rsidR="00CF403B">
        <w:rPr>
          <w:iCs/>
        </w:rPr>
        <w:t xml:space="preserve">A kutakat </w:t>
      </w:r>
      <w:r w:rsidR="00F751F1">
        <w:rPr>
          <w:iCs/>
        </w:rPr>
        <w:t xml:space="preserve">szükséges a megfelelő </w:t>
      </w:r>
      <w:r w:rsidR="002A2D15">
        <w:rPr>
          <w:iCs/>
        </w:rPr>
        <w:t xml:space="preserve">hozamot biztostó vízadó </w:t>
      </w:r>
      <w:r w:rsidR="00F751F1">
        <w:rPr>
          <w:iCs/>
        </w:rPr>
        <w:t xml:space="preserve">rétegben </w:t>
      </w:r>
      <w:r w:rsidR="00CF403B">
        <w:rPr>
          <w:iCs/>
        </w:rPr>
        <w:t>megfúrni</w:t>
      </w:r>
      <w:r w:rsidR="008F0019">
        <w:rPr>
          <w:iCs/>
        </w:rPr>
        <w:t>, de a rétegvíz kevesebb vastartalma érdekében</w:t>
      </w:r>
      <w:r w:rsidR="002A2D15">
        <w:rPr>
          <w:iCs/>
        </w:rPr>
        <w:t xml:space="preserve"> </w:t>
      </w:r>
      <w:r w:rsidR="008F0019">
        <w:rPr>
          <w:iCs/>
        </w:rPr>
        <w:t xml:space="preserve">javasolt </w:t>
      </w:r>
      <w:r w:rsidR="002A2D15">
        <w:rPr>
          <w:iCs/>
        </w:rPr>
        <w:t xml:space="preserve">legalább </w:t>
      </w:r>
      <w:r w:rsidR="008F0019">
        <w:rPr>
          <w:iCs/>
        </w:rPr>
        <w:t>40-50 m mélységben</w:t>
      </w:r>
      <w:r w:rsidR="00CF403B">
        <w:rPr>
          <w:iCs/>
        </w:rPr>
        <w:t>.</w:t>
      </w:r>
    </w:p>
    <w:p w14:paraId="4514EAED" w14:textId="4E85506D" w:rsidR="00292039" w:rsidRDefault="00292039" w:rsidP="007464FA">
      <w:pPr>
        <w:jc w:val="both"/>
        <w:rPr>
          <w:iCs/>
        </w:rPr>
      </w:pPr>
    </w:p>
    <w:tbl>
      <w:tblPr>
        <w:tblpPr w:leftFromText="141" w:rightFromText="141" w:vertAnchor="text" w:tblpY="1"/>
        <w:tblOverlap w:val="never"/>
        <w:tblW w:w="92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4"/>
        <w:gridCol w:w="3522"/>
        <w:gridCol w:w="2631"/>
      </w:tblGrid>
      <w:tr w:rsidR="00292039" w14:paraId="299FF227" w14:textId="77777777" w:rsidTr="00292039">
        <w:trPr>
          <w:trHeight w:val="39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5D5EB" w14:textId="6E29F16E" w:rsidR="00292039" w:rsidRPr="002A2D15" w:rsidRDefault="00292039" w:rsidP="00292039">
            <w:pPr>
              <w:jc w:val="center"/>
              <w:rPr>
                <w:b/>
                <w:bCs/>
                <w:color w:val="000000"/>
              </w:rPr>
            </w:pPr>
            <w:r w:rsidRPr="002A2D15">
              <w:rPr>
                <w:b/>
                <w:bCs/>
                <w:color w:val="000000"/>
              </w:rPr>
              <w:t>Nagy vízfogyasztású parkok</w:t>
            </w:r>
          </w:p>
        </w:tc>
        <w:tc>
          <w:tcPr>
            <w:tcW w:w="3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FD508" w14:textId="77777777" w:rsidR="00292039" w:rsidRPr="002A2D15" w:rsidRDefault="00292039" w:rsidP="00292039">
            <w:pPr>
              <w:jc w:val="center"/>
              <w:rPr>
                <w:b/>
                <w:bCs/>
                <w:color w:val="000000"/>
              </w:rPr>
            </w:pPr>
            <w:r w:rsidRPr="002A2D15">
              <w:rPr>
                <w:b/>
                <w:bCs/>
                <w:color w:val="000000"/>
              </w:rPr>
              <w:t>2025. évi víz fogyasztása m3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C5685" w14:textId="530440A0" w:rsidR="00292039" w:rsidRPr="002A2D15" w:rsidRDefault="00292039" w:rsidP="00292039">
            <w:pPr>
              <w:jc w:val="center"/>
              <w:rPr>
                <w:b/>
                <w:bCs/>
                <w:color w:val="000000"/>
              </w:rPr>
            </w:pPr>
            <w:r w:rsidRPr="002A2D15">
              <w:rPr>
                <w:b/>
                <w:bCs/>
                <w:color w:val="000000"/>
              </w:rPr>
              <w:t>Bruttó költség</w:t>
            </w:r>
          </w:p>
        </w:tc>
      </w:tr>
      <w:tr w:rsidR="00292039" w14:paraId="1C1C13CD" w14:textId="77777777" w:rsidTr="00292039">
        <w:trPr>
          <w:trHeight w:val="19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980BB" w14:textId="77777777" w:rsidR="00292039" w:rsidRPr="002A2D15" w:rsidRDefault="00292039" w:rsidP="00292039">
            <w:pPr>
              <w:rPr>
                <w:color w:val="000000"/>
              </w:rPr>
            </w:pPr>
            <w:r w:rsidRPr="002A2D15">
              <w:rPr>
                <w:color w:val="000000"/>
              </w:rPr>
              <w:t>Kölcsey tér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CF465" w14:textId="2C9E4417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2 000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88D93" w14:textId="12F035BE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1 525 000</w:t>
            </w:r>
          </w:p>
        </w:tc>
      </w:tr>
      <w:tr w:rsidR="00292039" w14:paraId="36B5B857" w14:textId="77777777" w:rsidTr="00292039">
        <w:trPr>
          <w:trHeight w:val="19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305950" w14:textId="77777777" w:rsidR="00292039" w:rsidRPr="002A2D15" w:rsidRDefault="00292039" w:rsidP="00292039">
            <w:pPr>
              <w:rPr>
                <w:color w:val="000000"/>
              </w:rPr>
            </w:pPr>
            <w:r w:rsidRPr="002A2D15">
              <w:rPr>
                <w:color w:val="000000"/>
              </w:rPr>
              <w:t xml:space="preserve">Szabadság tér 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13D73" w14:textId="767D5E51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415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F3373" w14:textId="565D58EA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330 000</w:t>
            </w:r>
          </w:p>
        </w:tc>
      </w:tr>
      <w:tr w:rsidR="00292039" w14:paraId="05F9188E" w14:textId="77777777" w:rsidTr="00292039">
        <w:trPr>
          <w:trHeight w:val="19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DBB38" w14:textId="77777777" w:rsidR="00292039" w:rsidRPr="002A2D15" w:rsidRDefault="00292039" w:rsidP="00292039">
            <w:pPr>
              <w:rPr>
                <w:color w:val="000000"/>
              </w:rPr>
            </w:pPr>
            <w:r w:rsidRPr="002A2D15">
              <w:rPr>
                <w:color w:val="000000"/>
              </w:rPr>
              <w:t xml:space="preserve">Malom tér 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A5CA" w14:textId="676A35F1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352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6E417" w14:textId="7845FF81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280 000</w:t>
            </w:r>
          </w:p>
        </w:tc>
      </w:tr>
      <w:tr w:rsidR="00292039" w14:paraId="13E0E9D8" w14:textId="77777777" w:rsidTr="00292039">
        <w:trPr>
          <w:trHeight w:val="197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FBD07" w14:textId="77777777" w:rsidR="00292039" w:rsidRPr="002A2D15" w:rsidRDefault="00292039" w:rsidP="00292039">
            <w:pPr>
              <w:rPr>
                <w:color w:val="000000"/>
              </w:rPr>
            </w:pPr>
            <w:r w:rsidRPr="002A2D15">
              <w:rPr>
                <w:color w:val="000000"/>
              </w:rPr>
              <w:t xml:space="preserve">Kossuth tér 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FF7E5" w14:textId="67A0FFA9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467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5E5E1" w14:textId="1C79DA65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365 000</w:t>
            </w:r>
          </w:p>
        </w:tc>
      </w:tr>
      <w:tr w:rsidR="00292039" w14:paraId="593DBAFE" w14:textId="77777777" w:rsidTr="00292039">
        <w:trPr>
          <w:trHeight w:val="396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77B5AC" w14:textId="77777777" w:rsidR="00292039" w:rsidRPr="002A2D15" w:rsidRDefault="00292039" w:rsidP="00292039">
            <w:pPr>
              <w:rPr>
                <w:color w:val="000000"/>
              </w:rPr>
            </w:pPr>
            <w:r w:rsidRPr="002A2D15">
              <w:rPr>
                <w:color w:val="000000"/>
              </w:rPr>
              <w:t xml:space="preserve">Összesen: 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4D2BD" w14:textId="217AAF5D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3 234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58AE1" w14:textId="103B6CA5" w:rsidR="00292039" w:rsidRPr="002A2D15" w:rsidRDefault="00292039" w:rsidP="00292039">
            <w:pPr>
              <w:jc w:val="right"/>
              <w:rPr>
                <w:color w:val="000000"/>
              </w:rPr>
            </w:pPr>
            <w:r w:rsidRPr="002A2D15">
              <w:rPr>
                <w:color w:val="000000"/>
              </w:rPr>
              <w:t>2 500 000</w:t>
            </w:r>
          </w:p>
        </w:tc>
      </w:tr>
    </w:tbl>
    <w:p w14:paraId="6B6B46A1" w14:textId="374A3FDE" w:rsidR="00292039" w:rsidRDefault="00292039" w:rsidP="007464FA">
      <w:pPr>
        <w:jc w:val="both"/>
        <w:rPr>
          <w:iCs/>
        </w:rPr>
      </w:pPr>
    </w:p>
    <w:p w14:paraId="52C4A8C2" w14:textId="5D8AFFC7" w:rsidR="005017A1" w:rsidRDefault="005017A1" w:rsidP="007464FA">
      <w:pPr>
        <w:jc w:val="both"/>
        <w:rPr>
          <w:iCs/>
        </w:rPr>
      </w:pPr>
    </w:p>
    <w:p w14:paraId="38836550" w14:textId="394F983F" w:rsidR="005017A1" w:rsidRDefault="005017A1" w:rsidP="007464FA">
      <w:pPr>
        <w:jc w:val="both"/>
        <w:rPr>
          <w:iCs/>
        </w:rPr>
      </w:pPr>
      <w:r>
        <w:rPr>
          <w:iCs/>
        </w:rPr>
        <w:t>Automata öntözésbe bevonható területek kiválasztása során</w:t>
      </w:r>
      <w:r w:rsidR="00CD1DF7">
        <w:rPr>
          <w:iCs/>
        </w:rPr>
        <w:t xml:space="preserve"> évelő- és cserjeágyások </w:t>
      </w:r>
      <w:r w:rsidR="00F94AA2">
        <w:rPr>
          <w:iCs/>
        </w:rPr>
        <w:t xml:space="preserve">kézi </w:t>
      </w:r>
      <w:r w:rsidR="008F0ED4">
        <w:rPr>
          <w:iCs/>
        </w:rPr>
        <w:t>öntözésének kiváltása a cél</w:t>
      </w:r>
      <w:r w:rsidR="00F94AA2">
        <w:rPr>
          <w:iCs/>
        </w:rPr>
        <w:t>, ezért javasol</w:t>
      </w:r>
      <w:r w:rsidR="00ED102D">
        <w:rPr>
          <w:iCs/>
        </w:rPr>
        <w:t>juk</w:t>
      </w:r>
      <w:r w:rsidR="00F94AA2">
        <w:rPr>
          <w:iCs/>
        </w:rPr>
        <w:t xml:space="preserve"> a Szabadság tér Evangélikus bazársor felőli részén az automata öntözőrendszer kiépítését</w:t>
      </w:r>
      <w:r w:rsidR="00CF403B">
        <w:rPr>
          <w:iCs/>
        </w:rPr>
        <w:t xml:space="preserve">, melynek költsége </w:t>
      </w:r>
      <w:r w:rsidR="002A2D15">
        <w:rPr>
          <w:iCs/>
        </w:rPr>
        <w:t>b</w:t>
      </w:r>
      <w:r w:rsidR="00CF403B">
        <w:rPr>
          <w:iCs/>
        </w:rPr>
        <w:t xml:space="preserve">ruttó 630.000 Ft. </w:t>
      </w:r>
      <w:r w:rsidR="00A43A5E">
        <w:rPr>
          <w:iCs/>
        </w:rPr>
        <w:t xml:space="preserve">Mindemellett a Sportcsarnok </w:t>
      </w:r>
      <w:r w:rsidR="00C06D50">
        <w:rPr>
          <w:iCs/>
        </w:rPr>
        <w:t xml:space="preserve">körüli </w:t>
      </w:r>
      <w:r w:rsidR="00471BB7">
        <w:rPr>
          <w:iCs/>
        </w:rPr>
        <w:t xml:space="preserve">rézsű automata öntöző rendszerének </w:t>
      </w:r>
      <w:r w:rsidR="00064E73">
        <w:rPr>
          <w:iCs/>
        </w:rPr>
        <w:t>kiépítését is szükséges elvégezni</w:t>
      </w:r>
      <w:r w:rsidR="00E11769">
        <w:rPr>
          <w:iCs/>
        </w:rPr>
        <w:t>,</w:t>
      </w:r>
      <w:r w:rsidR="00064E73">
        <w:rPr>
          <w:iCs/>
        </w:rPr>
        <w:t xml:space="preserve"> illetve a Gubody Park vízellátását biztosító kútra történő rákötést, hogy végre működőképes legyen az öntözés. </w:t>
      </w:r>
      <w:r w:rsidR="00B55C0B">
        <w:rPr>
          <w:iCs/>
        </w:rPr>
        <w:t>A Sportcsarnok rézsűjén öntözőrendszer kiépítésére 2.660.000 Ft + Áfa összegű árajánlatot kaptunk.</w:t>
      </w:r>
    </w:p>
    <w:p w14:paraId="12C53FFC" w14:textId="77777777" w:rsidR="006C64C0" w:rsidRDefault="006C64C0" w:rsidP="007464FA">
      <w:pPr>
        <w:jc w:val="both"/>
        <w:rPr>
          <w:iCs/>
        </w:rPr>
      </w:pPr>
    </w:p>
    <w:p w14:paraId="576E69DA" w14:textId="7C78F2A3" w:rsidR="006C64C0" w:rsidRDefault="006C64C0" w:rsidP="007464FA">
      <w:pPr>
        <w:jc w:val="both"/>
        <w:rPr>
          <w:iCs/>
        </w:rPr>
      </w:pPr>
      <w:r>
        <w:rPr>
          <w:iCs/>
        </w:rPr>
        <w:t>A meglévő öntözőrendszerek vezetékes hálózatról történő leválasztásához szükséges kutak és azok tartozékainak kialakításnak több részfeladatot foglal magába.</w:t>
      </w:r>
    </w:p>
    <w:p w14:paraId="7260BC41" w14:textId="7D0D4BC4" w:rsidR="00ED102D" w:rsidRDefault="00ED102D" w:rsidP="007464FA">
      <w:pPr>
        <w:jc w:val="both"/>
        <w:rPr>
          <w:iCs/>
        </w:rPr>
      </w:pPr>
    </w:p>
    <w:p w14:paraId="41F3BAC8" w14:textId="16E7F998" w:rsidR="006C64C0" w:rsidRDefault="006C64C0" w:rsidP="007464FA">
      <w:pPr>
        <w:jc w:val="both"/>
        <w:rPr>
          <w:iCs/>
        </w:rPr>
      </w:pPr>
      <w:r>
        <w:rPr>
          <w:iCs/>
        </w:rPr>
        <w:lastRenderedPageBreak/>
        <w:t>K</w:t>
      </w:r>
      <w:r w:rsidR="008F0019">
        <w:rPr>
          <w:iCs/>
        </w:rPr>
        <w:t xml:space="preserve">értünk </w:t>
      </w:r>
      <w:r>
        <w:rPr>
          <w:iCs/>
        </w:rPr>
        <w:t>kútfúrásra</w:t>
      </w:r>
      <w:r w:rsidR="008F0019">
        <w:rPr>
          <w:iCs/>
        </w:rPr>
        <w:t xml:space="preserve"> árajánlatot, melynek költsége Bruttó 2</w:t>
      </w:r>
      <w:r w:rsidR="00CF403B">
        <w:rPr>
          <w:iCs/>
        </w:rPr>
        <w:t>2.500</w:t>
      </w:r>
      <w:r w:rsidR="008F0019">
        <w:rPr>
          <w:iCs/>
        </w:rPr>
        <w:t xml:space="preserve"> Ft</w:t>
      </w:r>
      <w:r w:rsidR="00BD7C4B">
        <w:rPr>
          <w:iCs/>
        </w:rPr>
        <w:t xml:space="preserve"> </w:t>
      </w:r>
      <w:proofErr w:type="spellStart"/>
      <w:r w:rsidR="00BD7C4B">
        <w:rPr>
          <w:iCs/>
        </w:rPr>
        <w:t>méterenként</w:t>
      </w:r>
      <w:proofErr w:type="spellEnd"/>
      <w:r w:rsidR="00BD7C4B">
        <w:rPr>
          <w:iCs/>
        </w:rPr>
        <w:t xml:space="preserve">, vagyis 50 m mélységgel számolva egy </w:t>
      </w:r>
      <w:r w:rsidR="00DB186C">
        <w:rPr>
          <w:iCs/>
        </w:rPr>
        <w:t xml:space="preserve">d=125 méretű </w:t>
      </w:r>
      <w:r w:rsidR="00BD7C4B">
        <w:rPr>
          <w:iCs/>
        </w:rPr>
        <w:t>kút fúrásának költsége Bruttó 1.</w:t>
      </w:r>
      <w:r w:rsidR="00CF403B">
        <w:rPr>
          <w:iCs/>
        </w:rPr>
        <w:t>125</w:t>
      </w:r>
      <w:r w:rsidR="00BD7C4B">
        <w:rPr>
          <w:iCs/>
        </w:rPr>
        <w:t>.</w:t>
      </w:r>
      <w:r w:rsidR="00CF403B">
        <w:rPr>
          <w:iCs/>
        </w:rPr>
        <w:t>0</w:t>
      </w:r>
      <w:r w:rsidR="00BD7C4B">
        <w:rPr>
          <w:iCs/>
        </w:rPr>
        <w:t>00 Ft.</w:t>
      </w:r>
      <w:r w:rsidR="00DB186C">
        <w:rPr>
          <w:iCs/>
        </w:rPr>
        <w:t xml:space="preserve"> </w:t>
      </w:r>
    </w:p>
    <w:p w14:paraId="5113AA21" w14:textId="77777777" w:rsidR="006C64C0" w:rsidRDefault="006C64C0" w:rsidP="007464FA">
      <w:pPr>
        <w:jc w:val="both"/>
        <w:rPr>
          <w:iCs/>
        </w:rPr>
      </w:pPr>
    </w:p>
    <w:p w14:paraId="6DD8A487" w14:textId="3E515416" w:rsidR="008F0019" w:rsidRDefault="00DB186C" w:rsidP="007464FA">
      <w:pPr>
        <w:jc w:val="both"/>
        <w:rPr>
          <w:iCs/>
        </w:rPr>
      </w:pPr>
      <w:r>
        <w:rPr>
          <w:iCs/>
        </w:rPr>
        <w:t xml:space="preserve">Egy kút üzemeléséhez szükség van 80-120 l/perc vízhozamú csőkút szivattyúra, valamint a kút és automata öntöző rendszer gépészetének elhelyezésére egy </w:t>
      </w:r>
      <w:r w:rsidR="002A2D15">
        <w:rPr>
          <w:iCs/>
        </w:rPr>
        <w:t>földbe telepíthető</w:t>
      </w:r>
      <w:r w:rsidR="00947A5F">
        <w:rPr>
          <w:iCs/>
        </w:rPr>
        <w:t xml:space="preserve"> </w:t>
      </w:r>
      <w:r>
        <w:rPr>
          <w:iCs/>
        </w:rPr>
        <w:t>műanyag aknára is,</w:t>
      </w:r>
      <w:r w:rsidR="00CF403B">
        <w:rPr>
          <w:iCs/>
        </w:rPr>
        <w:t xml:space="preserve"> valamint az automata öntözőrendszerre történő rákötésre,</w:t>
      </w:r>
      <w:r>
        <w:rPr>
          <w:iCs/>
        </w:rPr>
        <w:t xml:space="preserve"> melyek költsége Bruttó</w:t>
      </w:r>
      <w:r w:rsidR="00CF403B">
        <w:rPr>
          <w:iCs/>
        </w:rPr>
        <w:t xml:space="preserve"> 805.000</w:t>
      </w:r>
      <w:r>
        <w:rPr>
          <w:iCs/>
        </w:rPr>
        <w:t xml:space="preserve"> Ft </w:t>
      </w:r>
      <w:proofErr w:type="spellStart"/>
      <w:r>
        <w:rPr>
          <w:iCs/>
        </w:rPr>
        <w:t>kutanként</w:t>
      </w:r>
      <w:proofErr w:type="spellEnd"/>
      <w:r>
        <w:rPr>
          <w:iCs/>
        </w:rPr>
        <w:t>.</w:t>
      </w:r>
      <w:r w:rsidR="00947A5F">
        <w:rPr>
          <w:iCs/>
        </w:rPr>
        <w:t xml:space="preserve"> </w:t>
      </w:r>
    </w:p>
    <w:p w14:paraId="00E8A1A1" w14:textId="778D5216" w:rsidR="00947A5F" w:rsidRDefault="00947A5F" w:rsidP="007464FA">
      <w:pPr>
        <w:jc w:val="both"/>
        <w:rPr>
          <w:iCs/>
        </w:rPr>
      </w:pPr>
    </w:p>
    <w:p w14:paraId="63E1A8A8" w14:textId="77777777" w:rsidR="00F751F1" w:rsidRDefault="00947A5F" w:rsidP="007464FA">
      <w:pPr>
        <w:jc w:val="both"/>
        <w:rPr>
          <w:iCs/>
        </w:rPr>
      </w:pPr>
      <w:r>
        <w:rPr>
          <w:iCs/>
        </w:rPr>
        <w:t>A kutak áramellátásához fogyasztás mérőhely kialakítása és kiépítése, illetve az öntöző rendszer áramellátásának kiépítése is szükséges</w:t>
      </w:r>
      <w:r w:rsidR="004E5669">
        <w:rPr>
          <w:iCs/>
        </w:rPr>
        <w:t>,</w:t>
      </w:r>
      <w:r>
        <w:rPr>
          <w:iCs/>
        </w:rPr>
        <w:t xml:space="preserve"> melyek hozzávetőlegese</w:t>
      </w:r>
      <w:r w:rsidR="00CF403B">
        <w:rPr>
          <w:iCs/>
        </w:rPr>
        <w:t xml:space="preserve">n </w:t>
      </w:r>
      <w:r w:rsidR="004E5669">
        <w:rPr>
          <w:iCs/>
        </w:rPr>
        <w:t xml:space="preserve">Bruttó </w:t>
      </w:r>
      <w:r w:rsidR="00CF403B">
        <w:rPr>
          <w:iCs/>
        </w:rPr>
        <w:t>437.000 Ft</w:t>
      </w:r>
      <w:r w:rsidR="004E5669">
        <w:rPr>
          <w:iCs/>
        </w:rPr>
        <w:t xml:space="preserve"> </w:t>
      </w:r>
      <w:r>
        <w:rPr>
          <w:iCs/>
        </w:rPr>
        <w:t>kerülnek</w:t>
      </w:r>
      <w:r w:rsidR="004E5669">
        <w:rPr>
          <w:iCs/>
        </w:rPr>
        <w:t xml:space="preserve"> helyszínenként. </w:t>
      </w:r>
    </w:p>
    <w:p w14:paraId="725CE5F0" w14:textId="77777777" w:rsidR="006C64C0" w:rsidRDefault="006C64C0" w:rsidP="007464FA">
      <w:pPr>
        <w:jc w:val="both"/>
        <w:rPr>
          <w:iCs/>
        </w:rPr>
      </w:pPr>
    </w:p>
    <w:p w14:paraId="4C5841E3" w14:textId="77777777" w:rsidR="006C64C0" w:rsidRDefault="006C64C0" w:rsidP="006C64C0">
      <w:pPr>
        <w:jc w:val="both"/>
        <w:rPr>
          <w:iCs/>
        </w:rPr>
      </w:pPr>
      <w:r>
        <w:rPr>
          <w:iCs/>
        </w:rPr>
        <w:t>Az automata öntözőrendszerek elektromos betáplálására, és elosztószekrényének kiépítésére és a szivattyúk bekötésére is kértünk be árajánlatot, annak költsége helyszínenként megközelítően bruttó 1.370.000 Ft.</w:t>
      </w:r>
    </w:p>
    <w:p w14:paraId="21769F6C" w14:textId="77777777" w:rsidR="006C64C0" w:rsidRDefault="006C64C0" w:rsidP="006C64C0">
      <w:pPr>
        <w:jc w:val="both"/>
        <w:rPr>
          <w:iCs/>
        </w:rPr>
      </w:pPr>
    </w:p>
    <w:p w14:paraId="3A50366D" w14:textId="15F31528" w:rsidR="006C64C0" w:rsidRDefault="006C64C0" w:rsidP="006C64C0">
      <w:pPr>
        <w:jc w:val="both"/>
        <w:rPr>
          <w:iCs/>
        </w:rPr>
      </w:pPr>
      <w:r>
        <w:rPr>
          <w:iCs/>
        </w:rPr>
        <w:t xml:space="preserve">A fentiek alapján </w:t>
      </w:r>
      <w:r w:rsidR="00B44D29">
        <w:rPr>
          <w:iCs/>
        </w:rPr>
        <w:t xml:space="preserve">a megvalósítás </w:t>
      </w:r>
      <w:r>
        <w:rPr>
          <w:iCs/>
        </w:rPr>
        <w:t>egy helyszín</w:t>
      </w:r>
      <w:r w:rsidR="00B44D29">
        <w:rPr>
          <w:iCs/>
        </w:rPr>
        <w:t xml:space="preserve">en cca. bruttó 3,8 </w:t>
      </w:r>
      <w:proofErr w:type="spellStart"/>
      <w:r w:rsidR="00B44D29">
        <w:rPr>
          <w:iCs/>
        </w:rPr>
        <w:t>MFt</w:t>
      </w:r>
      <w:proofErr w:type="spellEnd"/>
      <w:r w:rsidR="00B44D29">
        <w:rPr>
          <w:iCs/>
        </w:rPr>
        <w:t xml:space="preserve"> összegű beruházás</w:t>
      </w:r>
      <w:r w:rsidR="00430741">
        <w:rPr>
          <w:iCs/>
        </w:rPr>
        <w:t>t</w:t>
      </w:r>
      <w:r w:rsidR="00B44D29">
        <w:rPr>
          <w:iCs/>
        </w:rPr>
        <w:t xml:space="preserve"> igényel.</w:t>
      </w:r>
    </w:p>
    <w:p w14:paraId="7803FEF0" w14:textId="77777777" w:rsidR="006C64C0" w:rsidRDefault="006C64C0" w:rsidP="007464FA">
      <w:pPr>
        <w:jc w:val="both"/>
        <w:rPr>
          <w:iCs/>
        </w:rPr>
      </w:pPr>
    </w:p>
    <w:p w14:paraId="552F7A81" w14:textId="63102F8A" w:rsidR="005017A1" w:rsidRDefault="004E5669" w:rsidP="007464FA">
      <w:pPr>
        <w:jc w:val="both"/>
        <w:rPr>
          <w:iCs/>
        </w:rPr>
      </w:pPr>
      <w:r>
        <w:rPr>
          <w:iCs/>
        </w:rPr>
        <w:t>Megkerestük a Közép-Tisza-vidéki Vízügyi Igazgatóságot, hogy az öntözési célú kutak létesítésére vonatkozóan adjon számunka állásfoglalást, mivel a létesíteni kívánt kutak hasznosítási célja egyértelműen nem meghatározható, de az előterjesztés lead</w:t>
      </w:r>
      <w:r w:rsidR="003D6133">
        <w:rPr>
          <w:iCs/>
        </w:rPr>
        <w:t>ásának időpontjáig nem kaptunk választ.</w:t>
      </w:r>
    </w:p>
    <w:p w14:paraId="23F17DA3" w14:textId="20C6F37C" w:rsidR="00A00104" w:rsidRDefault="00A00104" w:rsidP="007464FA">
      <w:pPr>
        <w:jc w:val="both"/>
        <w:rPr>
          <w:iCs/>
        </w:rPr>
      </w:pPr>
    </w:p>
    <w:p w14:paraId="0B7797EB" w14:textId="39A591A9" w:rsidR="00A00104" w:rsidRDefault="00A00104" w:rsidP="007464FA">
      <w:pPr>
        <w:jc w:val="both"/>
        <w:rPr>
          <w:iCs/>
        </w:rPr>
      </w:pPr>
      <w:r>
        <w:rPr>
          <w:iCs/>
        </w:rPr>
        <w:t>A 2026. évi céltartalékba Bruttó 10. 000.000 Ft elkülönítésre került</w:t>
      </w:r>
      <w:r w:rsidR="00CB1E10">
        <w:rPr>
          <w:iCs/>
        </w:rPr>
        <w:t xml:space="preserve">. Az előterjesztés mellékletét képező költség táblázatokban </w:t>
      </w:r>
      <w:proofErr w:type="spellStart"/>
      <w:r>
        <w:rPr>
          <w:iCs/>
        </w:rPr>
        <w:t>priorizáltuk</w:t>
      </w:r>
      <w:proofErr w:type="spellEnd"/>
      <w:r>
        <w:rPr>
          <w:iCs/>
        </w:rPr>
        <w:t xml:space="preserve"> a kutak és öntözőrendszerek kivitelezését. </w:t>
      </w:r>
    </w:p>
    <w:p w14:paraId="23E3FD50" w14:textId="311E9055" w:rsidR="007464FA" w:rsidRPr="00544B65" w:rsidRDefault="00DF0E8E" w:rsidP="00544B65">
      <w:pPr>
        <w:ind w:left="2127" w:firstLine="709"/>
        <w:jc w:val="both"/>
        <w:rPr>
          <w:iCs/>
        </w:rPr>
      </w:pPr>
      <w:r>
        <w:rPr>
          <w:iCs/>
        </w:rPr>
        <w:t xml:space="preserve"> </w:t>
      </w:r>
      <w:r w:rsidR="00F901D4">
        <w:rPr>
          <w:iCs/>
        </w:rPr>
        <w:t xml:space="preserve">      </w:t>
      </w:r>
      <w:r w:rsidR="00421A65">
        <w:rPr>
          <w:iCs/>
        </w:rPr>
        <w:t xml:space="preserve">   </w:t>
      </w:r>
    </w:p>
    <w:p w14:paraId="7D4975F0" w14:textId="440DC1AE" w:rsidR="003503BC" w:rsidRDefault="00DF0E8E" w:rsidP="000534D6">
      <w:pPr>
        <w:jc w:val="both"/>
      </w:pPr>
      <w:r>
        <w:t xml:space="preserve">Fentiek alapján </w:t>
      </w:r>
      <w:r w:rsidR="00E04CB8">
        <w:t xml:space="preserve">kérjük </w:t>
      </w:r>
      <w:r w:rsidR="00D8234F">
        <w:t xml:space="preserve">megtárgyalni a nagy vízfelhasználású közparkokban a kútfúrás lehetőségét és </w:t>
      </w:r>
      <w:r w:rsidR="00F901D4">
        <w:t>a</w:t>
      </w:r>
      <w:r w:rsidR="006C64C0">
        <w:t>z előterjesztés mellékletét képező táblázatból az</w:t>
      </w:r>
      <w:r w:rsidR="00D109F9">
        <w:t xml:space="preserve"> automata öntözésbe bevonható területek</w:t>
      </w:r>
      <w:r w:rsidR="00D8234F">
        <w:t xml:space="preserve"> kiválasztását. </w:t>
      </w:r>
    </w:p>
    <w:p w14:paraId="04430604" w14:textId="77777777" w:rsidR="006C64C0" w:rsidRDefault="006C64C0" w:rsidP="000534D6">
      <w:pPr>
        <w:jc w:val="both"/>
      </w:pPr>
    </w:p>
    <w:p w14:paraId="33752F80" w14:textId="635005DF" w:rsidR="006C64C0" w:rsidRDefault="006C64C0" w:rsidP="000534D6">
      <w:pPr>
        <w:jc w:val="both"/>
      </w:pPr>
      <w:r>
        <w:t>Megjegyezzük, hogy a rendelkezésre álló keret maradéktalanul legfeljebb két helyszínre elegendő, amennyiben további helyszíneken is meg kell valósítani a fejlesztés, úgy a keretet meg kell emelni.</w:t>
      </w:r>
    </w:p>
    <w:p w14:paraId="5F2A20DB" w14:textId="77777777" w:rsidR="003A56EC" w:rsidRDefault="003A56EC" w:rsidP="000534D6">
      <w:pPr>
        <w:jc w:val="both"/>
      </w:pPr>
    </w:p>
    <w:p w14:paraId="298A7B81" w14:textId="77777777" w:rsidR="00395445" w:rsidRDefault="00395445" w:rsidP="00395445">
      <w:pPr>
        <w:jc w:val="both"/>
      </w:pPr>
      <w:r>
        <w:t xml:space="preserve">Jelen előterjesztést a </w:t>
      </w:r>
      <w:r>
        <w:rPr>
          <w:b/>
        </w:rPr>
        <w:t>Gazdasági Bizottság</w:t>
      </w:r>
      <w:r>
        <w:t xml:space="preserve"> tárgyalja, a bizottság véleménye – jegyzőkönyvi kivonat formájában – a Képviselő-testület ülésén, helyben osztott anyagként kerül ismertetésre.</w:t>
      </w:r>
    </w:p>
    <w:p w14:paraId="24F0EDD6" w14:textId="77777777" w:rsidR="00D1654F" w:rsidRDefault="00D1654F" w:rsidP="0049015D">
      <w:pPr>
        <w:jc w:val="both"/>
      </w:pPr>
    </w:p>
    <w:p w14:paraId="172FB883" w14:textId="71D4F57D" w:rsidR="00230F63" w:rsidRDefault="00230F63" w:rsidP="00230F63">
      <w:pPr>
        <w:tabs>
          <w:tab w:val="left" w:pos="851"/>
        </w:tabs>
        <w:spacing w:before="120"/>
        <w:ind w:right="-1"/>
        <w:jc w:val="both"/>
      </w:pPr>
      <w:r>
        <w:t>A döntéshozatal</w:t>
      </w:r>
      <w:r>
        <w:rPr>
          <w:i/>
        </w:rPr>
        <w:t xml:space="preserve"> Magyarország helyi önkormányzatairól szóló 2011. évi CLXXXIX. törvény (</w:t>
      </w:r>
      <w:proofErr w:type="spellStart"/>
      <w:proofErr w:type="gramStart"/>
      <w:r>
        <w:rPr>
          <w:i/>
        </w:rPr>
        <w:t>továbbiakban:</w:t>
      </w:r>
      <w:r>
        <w:t>Mötv</w:t>
      </w:r>
      <w:proofErr w:type="spellEnd"/>
      <w:proofErr w:type="gramEnd"/>
      <w:r>
        <w:t xml:space="preserve">.) 46. § (1) bekezdése alapján, a (2) bekezdésben foglaltakra figyelemmel </w:t>
      </w:r>
      <w:r>
        <w:rPr>
          <w:b/>
        </w:rPr>
        <w:t>nyilvános ülés</w:t>
      </w:r>
      <w:r>
        <w:t xml:space="preserve"> keretében, az 50. § rendelkezései alapján - figyelemmel a KT. SzMSz 59. §-</w:t>
      </w:r>
      <w:proofErr w:type="spellStart"/>
      <w:r>
        <w:t>ában</w:t>
      </w:r>
      <w:proofErr w:type="spellEnd"/>
      <w:r>
        <w:t xml:space="preserve"> foglalt rendelkezésekre - </w:t>
      </w:r>
      <w:r w:rsidR="001A10E1" w:rsidRPr="001A10E1">
        <w:rPr>
          <w:b/>
        </w:rPr>
        <w:t>minősített</w:t>
      </w:r>
      <w:r w:rsidRPr="001A10E1">
        <w:rPr>
          <w:b/>
        </w:rPr>
        <w:t xml:space="preserve"> többségű</w:t>
      </w:r>
      <w:r w:rsidRPr="001A10E1">
        <w:t xml:space="preserve"> szavazati arányt </w:t>
      </w:r>
      <w:r w:rsidRPr="00755E86">
        <w:t>igényel.</w:t>
      </w:r>
    </w:p>
    <w:p w14:paraId="56435347" w14:textId="77777777" w:rsidR="009E2023" w:rsidRDefault="009E2023" w:rsidP="0049015D">
      <w:pPr>
        <w:jc w:val="both"/>
      </w:pPr>
    </w:p>
    <w:p w14:paraId="6FDEAA66" w14:textId="77777777" w:rsidR="00CA6371" w:rsidRDefault="00CA6371" w:rsidP="0049015D">
      <w:pPr>
        <w:jc w:val="both"/>
      </w:pPr>
      <w:r>
        <w:t>Kérem Tisztelt Képviselő-testületet, dönt</w:t>
      </w:r>
      <w:r w:rsidR="00577D43">
        <w:t>ésüket meghozni szíveskedjenek.</w:t>
      </w:r>
    </w:p>
    <w:p w14:paraId="4C3C0291" w14:textId="77777777" w:rsidR="004D0FD7" w:rsidRDefault="004D0FD7" w:rsidP="0049015D">
      <w:pPr>
        <w:jc w:val="both"/>
      </w:pPr>
    </w:p>
    <w:p w14:paraId="353B43BA" w14:textId="62F60F54" w:rsidR="008F6E49" w:rsidRDefault="00A24CF0" w:rsidP="0049015D">
      <w:pPr>
        <w:jc w:val="both"/>
      </w:pPr>
      <w:r w:rsidRPr="00C859DD">
        <w:t xml:space="preserve">Cegléd, </w:t>
      </w:r>
      <w:r w:rsidR="003503BC">
        <w:t>20</w:t>
      </w:r>
      <w:r w:rsidR="00DF115E">
        <w:t>2</w:t>
      </w:r>
      <w:r w:rsidR="000A567E">
        <w:t>6</w:t>
      </w:r>
      <w:r w:rsidR="00DF115E">
        <w:t xml:space="preserve">. </w:t>
      </w:r>
      <w:r w:rsidR="000A567E">
        <w:t xml:space="preserve">február </w:t>
      </w:r>
      <w:r w:rsidR="0063620A">
        <w:t>2.</w:t>
      </w:r>
    </w:p>
    <w:p w14:paraId="3DA20240" w14:textId="77777777" w:rsidR="0010277D" w:rsidRDefault="0010277D" w:rsidP="0049015D">
      <w:pPr>
        <w:jc w:val="both"/>
      </w:pPr>
    </w:p>
    <w:p w14:paraId="0B3D1643" w14:textId="77777777" w:rsidR="00A24CF0" w:rsidRPr="00C859DD" w:rsidRDefault="00A30D38" w:rsidP="00380B9B">
      <w:pPr>
        <w:tabs>
          <w:tab w:val="left" w:pos="6480"/>
        </w:tabs>
        <w:ind w:left="4248"/>
        <w:jc w:val="center"/>
      </w:pPr>
      <w:r>
        <w:t>Dr. Csáky András</w:t>
      </w:r>
    </w:p>
    <w:p w14:paraId="4A70A8FE" w14:textId="527128F7" w:rsidR="00E04CB8" w:rsidRPr="003F2EEC" w:rsidRDefault="006642BB" w:rsidP="003F2EEC">
      <w:pPr>
        <w:tabs>
          <w:tab w:val="left" w:pos="6480"/>
        </w:tabs>
        <w:ind w:left="4248"/>
        <w:jc w:val="center"/>
      </w:pPr>
      <w:r w:rsidRPr="00C859DD">
        <w:t>p</w:t>
      </w:r>
      <w:r w:rsidR="00A24CF0" w:rsidRPr="00C859DD">
        <w:t>olgármester</w:t>
      </w:r>
    </w:p>
    <w:p w14:paraId="5B1EF2AE" w14:textId="77777777" w:rsidR="00452D6F" w:rsidRDefault="00452D6F" w:rsidP="00E267EE">
      <w:pPr>
        <w:jc w:val="center"/>
        <w:rPr>
          <w:b/>
        </w:rPr>
      </w:pPr>
    </w:p>
    <w:p w14:paraId="52E9FA92" w14:textId="77777777" w:rsidR="006C64C0" w:rsidRDefault="006C64C0" w:rsidP="00E267EE">
      <w:pPr>
        <w:jc w:val="center"/>
        <w:rPr>
          <w:b/>
        </w:rPr>
      </w:pPr>
    </w:p>
    <w:p w14:paraId="7A39B638" w14:textId="77777777" w:rsidR="006C64C0" w:rsidRDefault="006C64C0" w:rsidP="00E267EE">
      <w:pPr>
        <w:jc w:val="center"/>
        <w:rPr>
          <w:b/>
        </w:rPr>
      </w:pPr>
    </w:p>
    <w:p w14:paraId="7B2809B5" w14:textId="77777777" w:rsidR="006C64C0" w:rsidRDefault="006C64C0" w:rsidP="00E267EE">
      <w:pPr>
        <w:jc w:val="center"/>
        <w:rPr>
          <w:b/>
        </w:rPr>
      </w:pPr>
    </w:p>
    <w:p w14:paraId="64000D82" w14:textId="77777777" w:rsidR="006C64C0" w:rsidRDefault="006C64C0" w:rsidP="00E267EE">
      <w:pPr>
        <w:jc w:val="center"/>
        <w:rPr>
          <w:b/>
        </w:rPr>
      </w:pPr>
    </w:p>
    <w:p w14:paraId="4D50DCE5" w14:textId="4A095B4A" w:rsidR="00985A9C" w:rsidRPr="00C859DD" w:rsidRDefault="00F901D4" w:rsidP="00E267EE">
      <w:pPr>
        <w:jc w:val="center"/>
        <w:rPr>
          <w:b/>
        </w:rPr>
      </w:pPr>
      <w:r>
        <w:rPr>
          <w:b/>
        </w:rPr>
        <w:t xml:space="preserve">„A” </w:t>
      </w:r>
      <w:r w:rsidR="00985A9C" w:rsidRPr="00C859DD">
        <w:rPr>
          <w:b/>
        </w:rPr>
        <w:t>Határozati javaslat</w:t>
      </w:r>
    </w:p>
    <w:p w14:paraId="3237154F" w14:textId="77777777" w:rsidR="00AF4A2F" w:rsidRDefault="00AF4A2F" w:rsidP="00E83C5A">
      <w:pPr>
        <w:jc w:val="both"/>
        <w:rPr>
          <w:b/>
        </w:rPr>
      </w:pPr>
    </w:p>
    <w:p w14:paraId="0639428E" w14:textId="77777777" w:rsidR="00E83C5A" w:rsidRPr="00C859DD" w:rsidRDefault="00E83C5A" w:rsidP="00E83C5A">
      <w:pPr>
        <w:jc w:val="both"/>
      </w:pPr>
      <w:r w:rsidRPr="00C859DD">
        <w:rPr>
          <w:b/>
        </w:rPr>
        <w:t>Cegléd Város Önkormá</w:t>
      </w:r>
      <w:r w:rsidR="004A2728">
        <w:rPr>
          <w:b/>
        </w:rPr>
        <w:t>nyzatának Képviselő-testülete</w:t>
      </w:r>
    </w:p>
    <w:p w14:paraId="5DBB06AB" w14:textId="77777777" w:rsidR="00E83C5A" w:rsidRDefault="00E83C5A" w:rsidP="00E83C5A">
      <w:pPr>
        <w:rPr>
          <w:b/>
        </w:rPr>
      </w:pPr>
    </w:p>
    <w:p w14:paraId="561EFABE" w14:textId="1A93325F" w:rsidR="006630E0" w:rsidRDefault="00BF1975" w:rsidP="00BF1975">
      <w:pPr>
        <w:pStyle w:val="Listaszerbekezds"/>
        <w:numPr>
          <w:ilvl w:val="0"/>
          <w:numId w:val="27"/>
        </w:numPr>
        <w:jc w:val="both"/>
      </w:pPr>
      <w:r>
        <w:t>támogatja a</w:t>
      </w:r>
      <w:r w:rsidR="007D2916">
        <w:t xml:space="preserve">z automata öntözőrendszerek kiépítését és a hozzá kapcsolódó kutak fúrását a ………………………… </w:t>
      </w:r>
      <w:r w:rsidR="00A85B1C">
        <w:t>közparkokban.</w:t>
      </w:r>
    </w:p>
    <w:p w14:paraId="7D86248F" w14:textId="659456FD" w:rsidR="006566D2" w:rsidRDefault="00E04CB8" w:rsidP="00380B9B">
      <w:pPr>
        <w:numPr>
          <w:ilvl w:val="0"/>
          <w:numId w:val="27"/>
        </w:numPr>
        <w:jc w:val="both"/>
      </w:pPr>
      <w:bookmarkStart w:id="1" w:name="_Hlk207962015"/>
      <w:r>
        <w:t>Az Önkormányzat</w:t>
      </w:r>
      <w:r w:rsidR="00D210E1">
        <w:t xml:space="preserve"> </w:t>
      </w:r>
      <w:r w:rsidR="002F6DF8">
        <w:t>a 202</w:t>
      </w:r>
      <w:r w:rsidR="00BF1975">
        <w:t>6</w:t>
      </w:r>
      <w:r w:rsidR="002F6DF8">
        <w:t>-</w:t>
      </w:r>
      <w:r w:rsidR="00BF1975">
        <w:t>o</w:t>
      </w:r>
      <w:r w:rsidR="002F6DF8">
        <w:t xml:space="preserve">s évi költségvetésében </w:t>
      </w:r>
      <w:r>
        <w:t>fedezetet biztosít</w:t>
      </w:r>
      <w:r w:rsidR="00D210E1">
        <w:t xml:space="preserve"> Bruttó </w:t>
      </w:r>
      <w:r w:rsidR="009E6BD4">
        <w:t xml:space="preserve">10.000.000 </w:t>
      </w:r>
      <w:r w:rsidR="00D210E1">
        <w:t>Ft keretösszeg erejéig</w:t>
      </w:r>
      <w:r w:rsidR="00D0095C">
        <w:t xml:space="preserve"> </w:t>
      </w:r>
      <w:r w:rsidR="00D0095C" w:rsidRPr="00A71DD8">
        <w:t>a „</w:t>
      </w:r>
      <w:r w:rsidR="007D2916" w:rsidRPr="00A71DD8">
        <w:t>Céltartalék</w:t>
      </w:r>
      <w:r w:rsidR="00D0095C" w:rsidRPr="00A71DD8">
        <w:t>”</w:t>
      </w:r>
      <w:r w:rsidR="001B2D15" w:rsidRPr="00A71DD8">
        <w:t xml:space="preserve"> előirányzat</w:t>
      </w:r>
      <w:r w:rsidR="00D0095C">
        <w:t xml:space="preserve"> </w:t>
      </w:r>
      <w:r w:rsidR="003F2EEC">
        <w:t>terhére</w:t>
      </w:r>
      <w:r w:rsidR="00D210E1">
        <w:t>.</w:t>
      </w:r>
    </w:p>
    <w:bookmarkEnd w:id="1"/>
    <w:p w14:paraId="1E35847A" w14:textId="77777777" w:rsidR="00380B9B" w:rsidRDefault="00380B9B" w:rsidP="00380B9B">
      <w:pPr>
        <w:suppressAutoHyphens/>
        <w:jc w:val="both"/>
      </w:pPr>
    </w:p>
    <w:p w14:paraId="0627FFFC" w14:textId="28E5617E" w:rsidR="00E83C5A" w:rsidRPr="00C859DD" w:rsidRDefault="001346F7" w:rsidP="00380B9B">
      <w:pPr>
        <w:numPr>
          <w:ilvl w:val="0"/>
          <w:numId w:val="27"/>
        </w:numPr>
        <w:suppressAutoHyphens/>
        <w:jc w:val="both"/>
      </w:pPr>
      <w:r w:rsidRPr="00C859DD">
        <w:t xml:space="preserve">Utasítja a </w:t>
      </w:r>
      <w:r w:rsidR="00E04CB8">
        <w:t>Ceglédi Közös Önkormányzati Hivatalt</w:t>
      </w:r>
      <w:r w:rsidRPr="00C859DD">
        <w:t xml:space="preserve"> a szükséges intézkedések megtételére</w:t>
      </w:r>
      <w:r w:rsidR="00F87555" w:rsidRPr="00C859DD">
        <w:t>.</w:t>
      </w:r>
    </w:p>
    <w:p w14:paraId="47941AD9" w14:textId="77777777" w:rsidR="0086717F" w:rsidRPr="00C859DD" w:rsidRDefault="0086717F" w:rsidP="003E6A2F">
      <w:pPr>
        <w:suppressAutoHyphens/>
        <w:jc w:val="both"/>
      </w:pPr>
    </w:p>
    <w:p w14:paraId="17D6C86F" w14:textId="5EF8E64F" w:rsidR="00E83C5A" w:rsidRDefault="00E83C5A" w:rsidP="00380B9B">
      <w:pPr>
        <w:tabs>
          <w:tab w:val="right" w:pos="9356"/>
        </w:tabs>
        <w:jc w:val="both"/>
      </w:pPr>
      <w:r w:rsidRPr="00C859DD">
        <w:rPr>
          <w:b/>
          <w:u w:val="single"/>
        </w:rPr>
        <w:t>Határidő:</w:t>
      </w:r>
      <w:r w:rsidRPr="00C859DD">
        <w:t xml:space="preserve"> </w:t>
      </w:r>
      <w:r w:rsidR="001346F7">
        <w:t>azonnal</w:t>
      </w:r>
      <w:r w:rsidRPr="00C859DD">
        <w:tab/>
      </w:r>
      <w:r w:rsidRPr="00C859DD">
        <w:rPr>
          <w:b/>
          <w:u w:val="single"/>
        </w:rPr>
        <w:t>Felelős:</w:t>
      </w:r>
      <w:r w:rsidR="00756DAC" w:rsidRPr="00C859DD">
        <w:t xml:space="preserve"> </w:t>
      </w:r>
      <w:r w:rsidR="00AB1E4E">
        <w:t>Dr. Csáky András</w:t>
      </w:r>
      <w:r w:rsidR="00D46B0D">
        <w:t xml:space="preserve"> </w:t>
      </w:r>
      <w:r w:rsidRPr="00C859DD">
        <w:t>polgármester</w:t>
      </w:r>
    </w:p>
    <w:p w14:paraId="03F9B30D" w14:textId="1D56BC43" w:rsidR="00F901D4" w:rsidRDefault="00F901D4" w:rsidP="00380B9B">
      <w:pPr>
        <w:tabs>
          <w:tab w:val="right" w:pos="9356"/>
        </w:tabs>
        <w:jc w:val="both"/>
      </w:pPr>
    </w:p>
    <w:p w14:paraId="23811535" w14:textId="2A1754F1" w:rsidR="00F901D4" w:rsidRDefault="00F901D4" w:rsidP="00380B9B">
      <w:pPr>
        <w:tabs>
          <w:tab w:val="right" w:pos="9356"/>
        </w:tabs>
        <w:jc w:val="both"/>
      </w:pPr>
    </w:p>
    <w:p w14:paraId="5C226E5A" w14:textId="2FF05381" w:rsidR="00F901D4" w:rsidRDefault="00F901D4" w:rsidP="00380B9B">
      <w:pPr>
        <w:tabs>
          <w:tab w:val="right" w:pos="9356"/>
        </w:tabs>
        <w:jc w:val="both"/>
      </w:pPr>
    </w:p>
    <w:p w14:paraId="38CD4146" w14:textId="7EAD98C1" w:rsidR="00F901D4" w:rsidRPr="00C859DD" w:rsidRDefault="00F901D4" w:rsidP="00F901D4">
      <w:pPr>
        <w:jc w:val="center"/>
        <w:rPr>
          <w:b/>
        </w:rPr>
      </w:pPr>
      <w:r>
        <w:rPr>
          <w:b/>
        </w:rPr>
        <w:t xml:space="preserve">„B” </w:t>
      </w:r>
      <w:r w:rsidRPr="00C859DD">
        <w:rPr>
          <w:b/>
        </w:rPr>
        <w:t>Határozati javaslat</w:t>
      </w:r>
    </w:p>
    <w:p w14:paraId="354DE522" w14:textId="77777777" w:rsidR="00F901D4" w:rsidRDefault="00F901D4" w:rsidP="00F901D4">
      <w:pPr>
        <w:jc w:val="both"/>
        <w:rPr>
          <w:b/>
        </w:rPr>
      </w:pPr>
    </w:p>
    <w:p w14:paraId="085C26DE" w14:textId="77777777" w:rsidR="00F901D4" w:rsidRPr="00C859DD" w:rsidRDefault="00F901D4" w:rsidP="00F901D4">
      <w:pPr>
        <w:jc w:val="both"/>
      </w:pPr>
      <w:r w:rsidRPr="00C859DD">
        <w:rPr>
          <w:b/>
        </w:rPr>
        <w:t>Cegléd Város Önkormá</w:t>
      </w:r>
      <w:r>
        <w:rPr>
          <w:b/>
        </w:rPr>
        <w:t>nyzatának Képviselő-testülete</w:t>
      </w:r>
    </w:p>
    <w:p w14:paraId="1006438F" w14:textId="32E68371" w:rsidR="00281AE8" w:rsidRDefault="00281AE8" w:rsidP="00281AE8">
      <w:pPr>
        <w:jc w:val="both"/>
        <w:rPr>
          <w:b/>
        </w:rPr>
      </w:pPr>
    </w:p>
    <w:p w14:paraId="415D4714" w14:textId="19D5D62B" w:rsidR="0052459A" w:rsidRDefault="00BF1975" w:rsidP="00BF1975">
      <w:pPr>
        <w:pStyle w:val="Listaszerbekezds"/>
        <w:numPr>
          <w:ilvl w:val="0"/>
          <w:numId w:val="31"/>
        </w:numPr>
        <w:jc w:val="both"/>
      </w:pPr>
      <w:r>
        <w:t>nem támogatja az automataöntöző rendszerek kiépítését és a hozzá kapcsolódó kutak fúrását.</w:t>
      </w:r>
    </w:p>
    <w:p w14:paraId="7C6153C8" w14:textId="77777777" w:rsidR="00F901D4" w:rsidRPr="002F6DF8" w:rsidRDefault="00F901D4" w:rsidP="00F901D4">
      <w:pPr>
        <w:suppressAutoHyphens/>
        <w:jc w:val="both"/>
      </w:pPr>
    </w:p>
    <w:p w14:paraId="6F2DF652" w14:textId="054B5FB8" w:rsidR="00E04CB8" w:rsidRPr="00BF1975" w:rsidRDefault="00E04CB8" w:rsidP="0049015D">
      <w:pPr>
        <w:pStyle w:val="Listaszerbekezds"/>
        <w:numPr>
          <w:ilvl w:val="0"/>
          <w:numId w:val="31"/>
        </w:numPr>
        <w:suppressAutoHyphens/>
        <w:jc w:val="both"/>
      </w:pPr>
      <w:r w:rsidRPr="002F6DF8">
        <w:t>Utasítja a Ceglédi Közös Önkormányzati Hivatalt a szükséges intézkedések megtételére</w:t>
      </w:r>
    </w:p>
    <w:p w14:paraId="7884E616" w14:textId="1D7BE583" w:rsidR="00E04CB8" w:rsidRDefault="00E04CB8" w:rsidP="0049015D">
      <w:pPr>
        <w:jc w:val="both"/>
        <w:rPr>
          <w:b/>
        </w:rPr>
      </w:pPr>
    </w:p>
    <w:p w14:paraId="35208E75" w14:textId="0C37D445" w:rsidR="00E04CB8" w:rsidRDefault="00E04CB8" w:rsidP="0049015D">
      <w:pPr>
        <w:jc w:val="both"/>
        <w:rPr>
          <w:b/>
        </w:rPr>
      </w:pPr>
    </w:p>
    <w:p w14:paraId="6BD409B7" w14:textId="77777777" w:rsidR="00E04CB8" w:rsidRDefault="00E04CB8" w:rsidP="00E04CB8">
      <w:pPr>
        <w:jc w:val="both"/>
        <w:rPr>
          <w:b/>
        </w:rPr>
      </w:pPr>
    </w:p>
    <w:p w14:paraId="29D5B0FA" w14:textId="23C3DF9D" w:rsidR="00E04CB8" w:rsidRPr="003F2EEC" w:rsidRDefault="00E04CB8" w:rsidP="003F2EEC">
      <w:pPr>
        <w:tabs>
          <w:tab w:val="right" w:pos="9356"/>
        </w:tabs>
        <w:jc w:val="both"/>
      </w:pPr>
      <w:r w:rsidRPr="00C859DD">
        <w:rPr>
          <w:b/>
          <w:u w:val="single"/>
        </w:rPr>
        <w:t>Határidő:</w:t>
      </w:r>
      <w:r w:rsidRPr="00C859DD">
        <w:t xml:space="preserve"> </w:t>
      </w:r>
      <w:r>
        <w:t>azonnal</w:t>
      </w:r>
      <w:r w:rsidRPr="00C859DD">
        <w:tab/>
      </w:r>
      <w:r w:rsidRPr="00C859DD">
        <w:rPr>
          <w:b/>
          <w:u w:val="single"/>
        </w:rPr>
        <w:t>Felelős:</w:t>
      </w:r>
      <w:r w:rsidRPr="00C859DD">
        <w:t xml:space="preserve"> </w:t>
      </w:r>
      <w:r>
        <w:t xml:space="preserve">Dr. Csáky András </w:t>
      </w:r>
      <w:r w:rsidRPr="00C859DD">
        <w:t>polgármester</w:t>
      </w:r>
    </w:p>
    <w:p w14:paraId="4F9FDFF2" w14:textId="77777777" w:rsidR="00D9318B" w:rsidRPr="00380B9B" w:rsidRDefault="00D9318B" w:rsidP="00D9318B">
      <w:pPr>
        <w:jc w:val="both"/>
        <w:rPr>
          <w:b/>
          <w:sz w:val="22"/>
        </w:rPr>
      </w:pPr>
      <w:r w:rsidRPr="00380B9B">
        <w:rPr>
          <w:b/>
          <w:sz w:val="22"/>
        </w:rPr>
        <w:t>A határozatot kapják:</w:t>
      </w:r>
    </w:p>
    <w:p w14:paraId="435F38A8" w14:textId="77777777" w:rsidR="00D9318B" w:rsidRPr="00380B9B" w:rsidRDefault="00D9318B" w:rsidP="00D9318B">
      <w:pPr>
        <w:jc w:val="both"/>
        <w:rPr>
          <w:sz w:val="22"/>
        </w:rPr>
      </w:pPr>
      <w:r w:rsidRPr="00380B9B">
        <w:rPr>
          <w:sz w:val="22"/>
        </w:rPr>
        <w:t>1. VÁRVAG Nonprofit Kft. Mótyán Krisztián ügyvezető (2 példányban)</w:t>
      </w:r>
    </w:p>
    <w:p w14:paraId="1570B489" w14:textId="146C72F1" w:rsidR="00D9318B" w:rsidRPr="00380B9B" w:rsidRDefault="00D9318B" w:rsidP="00D9318B">
      <w:pPr>
        <w:jc w:val="both"/>
        <w:rPr>
          <w:sz w:val="22"/>
        </w:rPr>
      </w:pPr>
      <w:r w:rsidRPr="00380B9B">
        <w:rPr>
          <w:sz w:val="22"/>
        </w:rPr>
        <w:t>2. Ceglédi Közös Önkormányzati Hivatal Pénzügyi Iroda (vagyonkataszter)</w:t>
      </w:r>
    </w:p>
    <w:p w14:paraId="1FCA980E" w14:textId="64F96C5D" w:rsidR="00D9318B" w:rsidRPr="00380B9B" w:rsidRDefault="002B20F7" w:rsidP="00D9318B">
      <w:pPr>
        <w:jc w:val="both"/>
        <w:rPr>
          <w:sz w:val="22"/>
        </w:rPr>
      </w:pPr>
      <w:r>
        <w:rPr>
          <w:sz w:val="22"/>
        </w:rPr>
        <w:t>3</w:t>
      </w:r>
      <w:r w:rsidR="00D9318B" w:rsidRPr="00380B9B">
        <w:rPr>
          <w:sz w:val="22"/>
        </w:rPr>
        <w:t>. Irattár</w:t>
      </w:r>
    </w:p>
    <w:p w14:paraId="3A3811F9" w14:textId="77777777" w:rsidR="00623E8B" w:rsidRDefault="00623E8B" w:rsidP="00D9318B">
      <w:pPr>
        <w:jc w:val="both"/>
      </w:pPr>
    </w:p>
    <w:p w14:paraId="141662D7" w14:textId="77777777" w:rsidR="003503BC" w:rsidRDefault="003503BC" w:rsidP="00D9318B">
      <w:pPr>
        <w:jc w:val="both"/>
      </w:pPr>
    </w:p>
    <w:p w14:paraId="39DA7C5E" w14:textId="77777777" w:rsidR="003503BC" w:rsidRDefault="003503BC" w:rsidP="00D9318B">
      <w:pPr>
        <w:jc w:val="both"/>
      </w:pPr>
    </w:p>
    <w:p w14:paraId="0DE1E6B6" w14:textId="77777777" w:rsidR="00D9318B" w:rsidRDefault="00D9318B" w:rsidP="00D9318B">
      <w:pPr>
        <w:jc w:val="both"/>
        <w:rPr>
          <w:b/>
          <w:u w:val="single"/>
        </w:rPr>
      </w:pPr>
      <w:r w:rsidRPr="00C859DD">
        <w:rPr>
          <w:b/>
          <w:u w:val="single"/>
        </w:rPr>
        <w:t>Látta</w:t>
      </w:r>
      <w:r w:rsidR="003503BC">
        <w:rPr>
          <w:b/>
          <w:u w:val="single"/>
        </w:rPr>
        <w:t>m</w:t>
      </w:r>
      <w:r w:rsidRPr="00C859DD">
        <w:rPr>
          <w:b/>
          <w:u w:val="single"/>
        </w:rPr>
        <w:t>:</w:t>
      </w:r>
    </w:p>
    <w:p w14:paraId="2E5C8F50" w14:textId="77777777" w:rsidR="00AF4A2F" w:rsidRDefault="00AF4A2F" w:rsidP="00D9318B">
      <w:pPr>
        <w:jc w:val="both"/>
        <w:rPr>
          <w:b/>
          <w:u w:val="single"/>
        </w:rPr>
      </w:pPr>
    </w:p>
    <w:p w14:paraId="2FF2B692" w14:textId="77777777" w:rsidR="00380B9B" w:rsidRPr="00D73495" w:rsidRDefault="00380B9B" w:rsidP="00D9318B">
      <w:pPr>
        <w:jc w:val="both"/>
        <w:rPr>
          <w:b/>
          <w:u w:val="single"/>
        </w:rPr>
      </w:pPr>
    </w:p>
    <w:p w14:paraId="0D52D5F6" w14:textId="77777777" w:rsidR="00D9318B" w:rsidRPr="00C859DD" w:rsidRDefault="00D9318B" w:rsidP="00D9318B">
      <w:pPr>
        <w:jc w:val="both"/>
      </w:pPr>
      <w:r w:rsidRPr="00C859DD">
        <w:tab/>
        <w:t xml:space="preserve">     Dr. Diósgyőri Gitta</w:t>
      </w:r>
    </w:p>
    <w:p w14:paraId="3DE6E674" w14:textId="77777777" w:rsidR="00D9318B" w:rsidRPr="00C859DD" w:rsidRDefault="00600E63" w:rsidP="00600E63">
      <w:r>
        <w:tab/>
        <w:t xml:space="preserve">      </w:t>
      </w:r>
      <w:r w:rsidR="00D73495">
        <w:t>címzetes főjegyző</w:t>
      </w:r>
    </w:p>
    <w:sectPr w:rsidR="00D9318B" w:rsidRPr="00C859DD" w:rsidSect="00F1020D">
      <w:footerReference w:type="default" r:id="rId10"/>
      <w:pgSz w:w="11906" w:h="16838"/>
      <w:pgMar w:top="1418" w:right="1133" w:bottom="1418" w:left="136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B4475" w14:textId="77777777" w:rsidR="000528E0" w:rsidRDefault="000528E0">
      <w:r>
        <w:separator/>
      </w:r>
    </w:p>
  </w:endnote>
  <w:endnote w:type="continuationSeparator" w:id="0">
    <w:p w14:paraId="2D9EFEB8" w14:textId="77777777" w:rsidR="000528E0" w:rsidRDefault="0005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5B11C" w14:textId="77777777" w:rsidR="006F7BEB" w:rsidRDefault="006F7BEB" w:rsidP="00527126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B0C43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BB0C43"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B69B5" w14:textId="77777777" w:rsidR="000528E0" w:rsidRDefault="000528E0">
      <w:r>
        <w:separator/>
      </w:r>
    </w:p>
  </w:footnote>
  <w:footnote w:type="continuationSeparator" w:id="0">
    <w:p w14:paraId="25543693" w14:textId="77777777" w:rsidR="000528E0" w:rsidRDefault="0005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)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27A3359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2E6"/>
    <w:multiLevelType w:val="hybridMultilevel"/>
    <w:tmpl w:val="AF2EE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411647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64A3F"/>
    <w:multiLevelType w:val="hybridMultilevel"/>
    <w:tmpl w:val="1D54696A"/>
    <w:lvl w:ilvl="0" w:tplc="FC0E43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F545D9"/>
    <w:multiLevelType w:val="hybridMultilevel"/>
    <w:tmpl w:val="9870946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772221"/>
    <w:multiLevelType w:val="hybridMultilevel"/>
    <w:tmpl w:val="BF1E9A86"/>
    <w:lvl w:ilvl="0" w:tplc="64CEA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14BAB"/>
    <w:multiLevelType w:val="hybridMultilevel"/>
    <w:tmpl w:val="25AA55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054E5"/>
    <w:multiLevelType w:val="hybridMultilevel"/>
    <w:tmpl w:val="A0B4C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C6A5B"/>
    <w:multiLevelType w:val="hybridMultilevel"/>
    <w:tmpl w:val="FBF46110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A52DF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9409FC"/>
    <w:multiLevelType w:val="hybridMultilevel"/>
    <w:tmpl w:val="E1A64E00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1F7CB2"/>
    <w:multiLevelType w:val="hybridMultilevel"/>
    <w:tmpl w:val="A4B41C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21FC7"/>
    <w:multiLevelType w:val="hybridMultilevel"/>
    <w:tmpl w:val="7568AA26"/>
    <w:lvl w:ilvl="0" w:tplc="FC0E43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F8050B5"/>
    <w:multiLevelType w:val="hybridMultilevel"/>
    <w:tmpl w:val="FD401C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444C2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905282"/>
    <w:multiLevelType w:val="hybridMultilevel"/>
    <w:tmpl w:val="15FCD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C6CB9"/>
    <w:multiLevelType w:val="hybridMultilevel"/>
    <w:tmpl w:val="A972E9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6792B"/>
    <w:multiLevelType w:val="hybridMultilevel"/>
    <w:tmpl w:val="54E670E2"/>
    <w:lvl w:ilvl="0" w:tplc="5A10AB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E578E"/>
    <w:multiLevelType w:val="hybridMultilevel"/>
    <w:tmpl w:val="790E80F4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007E45"/>
    <w:multiLevelType w:val="hybridMultilevel"/>
    <w:tmpl w:val="F9583196"/>
    <w:lvl w:ilvl="0" w:tplc="5A10AB1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4D0AB0"/>
    <w:multiLevelType w:val="hybridMultilevel"/>
    <w:tmpl w:val="587E30A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ED4B06"/>
    <w:multiLevelType w:val="hybridMultilevel"/>
    <w:tmpl w:val="3F669EFC"/>
    <w:lvl w:ilvl="0" w:tplc="AF7C9E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A1B96"/>
    <w:multiLevelType w:val="multilevel"/>
    <w:tmpl w:val="790E80F4"/>
    <w:lvl w:ilvl="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D4249C"/>
    <w:multiLevelType w:val="hybridMultilevel"/>
    <w:tmpl w:val="0A361D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12ADB"/>
    <w:multiLevelType w:val="hybridMultilevel"/>
    <w:tmpl w:val="E16C7C4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0069A6"/>
    <w:multiLevelType w:val="hybridMultilevel"/>
    <w:tmpl w:val="91DC2C3E"/>
    <w:lvl w:ilvl="0" w:tplc="601C69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421587"/>
    <w:multiLevelType w:val="hybridMultilevel"/>
    <w:tmpl w:val="FD2E9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C0343"/>
    <w:multiLevelType w:val="hybridMultilevel"/>
    <w:tmpl w:val="918E8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A4910"/>
    <w:multiLevelType w:val="hybridMultilevel"/>
    <w:tmpl w:val="811468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5"/>
  </w:num>
  <w:num w:numId="7">
    <w:abstractNumId w:val="23"/>
  </w:num>
  <w:num w:numId="8">
    <w:abstractNumId w:val="27"/>
  </w:num>
  <w:num w:numId="9">
    <w:abstractNumId w:val="10"/>
  </w:num>
  <w:num w:numId="10">
    <w:abstractNumId w:val="7"/>
  </w:num>
  <w:num w:numId="11">
    <w:abstractNumId w:val="17"/>
  </w:num>
  <w:num w:numId="12">
    <w:abstractNumId w:val="25"/>
  </w:num>
  <w:num w:numId="13">
    <w:abstractNumId w:val="11"/>
  </w:num>
  <w:num w:numId="14">
    <w:abstractNumId w:val="30"/>
  </w:num>
  <w:num w:numId="15">
    <w:abstractNumId w:val="29"/>
  </w:num>
  <w:num w:numId="16">
    <w:abstractNumId w:val="9"/>
  </w:num>
  <w:num w:numId="17">
    <w:abstractNumId w:val="21"/>
  </w:num>
  <w:num w:numId="18">
    <w:abstractNumId w:val="4"/>
  </w:num>
  <w:num w:numId="19">
    <w:abstractNumId w:val="13"/>
  </w:num>
  <w:num w:numId="20">
    <w:abstractNumId w:val="6"/>
  </w:num>
  <w:num w:numId="21">
    <w:abstractNumId w:val="3"/>
  </w:num>
  <w:num w:numId="22">
    <w:abstractNumId w:val="19"/>
  </w:num>
  <w:num w:numId="23">
    <w:abstractNumId w:val="18"/>
  </w:num>
  <w:num w:numId="24">
    <w:abstractNumId w:val="5"/>
  </w:num>
  <w:num w:numId="25">
    <w:abstractNumId w:val="20"/>
  </w:num>
  <w:num w:numId="26">
    <w:abstractNumId w:val="28"/>
  </w:num>
  <w:num w:numId="27">
    <w:abstractNumId w:val="24"/>
  </w:num>
  <w:num w:numId="28">
    <w:abstractNumId w:val="1"/>
  </w:num>
  <w:num w:numId="29">
    <w:abstractNumId w:val="22"/>
  </w:num>
  <w:num w:numId="30">
    <w:abstractNumId w:val="12"/>
  </w:num>
  <w:num w:numId="31">
    <w:abstractNumId w:val="8"/>
  </w:num>
  <w:num w:numId="32">
    <w:abstractNumId w:val="1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17331"/>
    <w:rsid w:val="0002357F"/>
    <w:rsid w:val="00026F8D"/>
    <w:rsid w:val="00030171"/>
    <w:rsid w:val="000441A8"/>
    <w:rsid w:val="0005087B"/>
    <w:rsid w:val="000513D2"/>
    <w:rsid w:val="000528E0"/>
    <w:rsid w:val="000534D6"/>
    <w:rsid w:val="000567F5"/>
    <w:rsid w:val="00057772"/>
    <w:rsid w:val="0006395D"/>
    <w:rsid w:val="00064345"/>
    <w:rsid w:val="0006463F"/>
    <w:rsid w:val="00064E73"/>
    <w:rsid w:val="0007288D"/>
    <w:rsid w:val="00077FD9"/>
    <w:rsid w:val="00081EE5"/>
    <w:rsid w:val="000927F9"/>
    <w:rsid w:val="00095B51"/>
    <w:rsid w:val="000960ED"/>
    <w:rsid w:val="00097F92"/>
    <w:rsid w:val="000A12F0"/>
    <w:rsid w:val="000A567E"/>
    <w:rsid w:val="000A70D1"/>
    <w:rsid w:val="000C1E54"/>
    <w:rsid w:val="000C5602"/>
    <w:rsid w:val="000F07DC"/>
    <w:rsid w:val="000F28C1"/>
    <w:rsid w:val="000F3089"/>
    <w:rsid w:val="000F39CD"/>
    <w:rsid w:val="000F5E86"/>
    <w:rsid w:val="001011E8"/>
    <w:rsid w:val="00101586"/>
    <w:rsid w:val="0010277D"/>
    <w:rsid w:val="001051D1"/>
    <w:rsid w:val="00105764"/>
    <w:rsid w:val="0011059F"/>
    <w:rsid w:val="00113848"/>
    <w:rsid w:val="0011593B"/>
    <w:rsid w:val="00117554"/>
    <w:rsid w:val="00123A63"/>
    <w:rsid w:val="001324CA"/>
    <w:rsid w:val="001328EC"/>
    <w:rsid w:val="00133B43"/>
    <w:rsid w:val="001346F7"/>
    <w:rsid w:val="001347A7"/>
    <w:rsid w:val="00143DB0"/>
    <w:rsid w:val="001471B5"/>
    <w:rsid w:val="00154027"/>
    <w:rsid w:val="0015443C"/>
    <w:rsid w:val="0015448B"/>
    <w:rsid w:val="0015462A"/>
    <w:rsid w:val="00165261"/>
    <w:rsid w:val="00171542"/>
    <w:rsid w:val="00175161"/>
    <w:rsid w:val="00184458"/>
    <w:rsid w:val="0018554B"/>
    <w:rsid w:val="00185EB5"/>
    <w:rsid w:val="00193733"/>
    <w:rsid w:val="001956A8"/>
    <w:rsid w:val="001979A6"/>
    <w:rsid w:val="001A10E1"/>
    <w:rsid w:val="001A2E6A"/>
    <w:rsid w:val="001A5EC3"/>
    <w:rsid w:val="001B2D15"/>
    <w:rsid w:val="001B6F03"/>
    <w:rsid w:val="001B7DEA"/>
    <w:rsid w:val="001C0A2D"/>
    <w:rsid w:val="001C2C0F"/>
    <w:rsid w:val="001C76AB"/>
    <w:rsid w:val="001D0221"/>
    <w:rsid w:val="001E0E63"/>
    <w:rsid w:val="001E5026"/>
    <w:rsid w:val="001F1710"/>
    <w:rsid w:val="001F3DB4"/>
    <w:rsid w:val="001F44F5"/>
    <w:rsid w:val="001F53B6"/>
    <w:rsid w:val="002020FF"/>
    <w:rsid w:val="00210567"/>
    <w:rsid w:val="00210C72"/>
    <w:rsid w:val="00212909"/>
    <w:rsid w:val="0021316F"/>
    <w:rsid w:val="002214B2"/>
    <w:rsid w:val="00222EC7"/>
    <w:rsid w:val="00222FC7"/>
    <w:rsid w:val="00224677"/>
    <w:rsid w:val="0022499B"/>
    <w:rsid w:val="00226E4E"/>
    <w:rsid w:val="00230F63"/>
    <w:rsid w:val="0023451B"/>
    <w:rsid w:val="00234876"/>
    <w:rsid w:val="00241319"/>
    <w:rsid w:val="00247812"/>
    <w:rsid w:val="00247BEA"/>
    <w:rsid w:val="00247C96"/>
    <w:rsid w:val="00256534"/>
    <w:rsid w:val="002626A9"/>
    <w:rsid w:val="00262D41"/>
    <w:rsid w:val="0026438E"/>
    <w:rsid w:val="0026538D"/>
    <w:rsid w:val="00271AB5"/>
    <w:rsid w:val="00281AE8"/>
    <w:rsid w:val="0028622D"/>
    <w:rsid w:val="00292039"/>
    <w:rsid w:val="002949FD"/>
    <w:rsid w:val="002A2D15"/>
    <w:rsid w:val="002A69F6"/>
    <w:rsid w:val="002A6F0D"/>
    <w:rsid w:val="002A7AF3"/>
    <w:rsid w:val="002B20F7"/>
    <w:rsid w:val="002B3AC5"/>
    <w:rsid w:val="002B507B"/>
    <w:rsid w:val="002B7C67"/>
    <w:rsid w:val="002C1F66"/>
    <w:rsid w:val="002D5F71"/>
    <w:rsid w:val="002D700A"/>
    <w:rsid w:val="002D71AE"/>
    <w:rsid w:val="002E2BD4"/>
    <w:rsid w:val="002E4D0F"/>
    <w:rsid w:val="002E4F58"/>
    <w:rsid w:val="002E5E24"/>
    <w:rsid w:val="002F1C60"/>
    <w:rsid w:val="002F5401"/>
    <w:rsid w:val="002F6DF8"/>
    <w:rsid w:val="00302874"/>
    <w:rsid w:val="00307EB1"/>
    <w:rsid w:val="003149FE"/>
    <w:rsid w:val="003151CA"/>
    <w:rsid w:val="003158C5"/>
    <w:rsid w:val="00315D49"/>
    <w:rsid w:val="00320FA8"/>
    <w:rsid w:val="0032217B"/>
    <w:rsid w:val="00327326"/>
    <w:rsid w:val="003324F3"/>
    <w:rsid w:val="00332635"/>
    <w:rsid w:val="00332927"/>
    <w:rsid w:val="00333BF5"/>
    <w:rsid w:val="003441AD"/>
    <w:rsid w:val="0034669F"/>
    <w:rsid w:val="003473DC"/>
    <w:rsid w:val="00347A64"/>
    <w:rsid w:val="003503BC"/>
    <w:rsid w:val="00354025"/>
    <w:rsid w:val="0035554A"/>
    <w:rsid w:val="003557C9"/>
    <w:rsid w:val="0036126A"/>
    <w:rsid w:val="00367310"/>
    <w:rsid w:val="003675EF"/>
    <w:rsid w:val="00377BE8"/>
    <w:rsid w:val="0038047C"/>
    <w:rsid w:val="00380B9B"/>
    <w:rsid w:val="00384C36"/>
    <w:rsid w:val="003863E0"/>
    <w:rsid w:val="00390C48"/>
    <w:rsid w:val="00395445"/>
    <w:rsid w:val="003A4B43"/>
    <w:rsid w:val="003A56EC"/>
    <w:rsid w:val="003C646E"/>
    <w:rsid w:val="003C6D95"/>
    <w:rsid w:val="003D0E1D"/>
    <w:rsid w:val="003D222F"/>
    <w:rsid w:val="003D408D"/>
    <w:rsid w:val="003D6133"/>
    <w:rsid w:val="003E0A37"/>
    <w:rsid w:val="003E0AAE"/>
    <w:rsid w:val="003E6A2F"/>
    <w:rsid w:val="003F037A"/>
    <w:rsid w:val="003F0703"/>
    <w:rsid w:val="003F2EEC"/>
    <w:rsid w:val="00402CE3"/>
    <w:rsid w:val="00405C0C"/>
    <w:rsid w:val="00405F4D"/>
    <w:rsid w:val="004065D2"/>
    <w:rsid w:val="00407044"/>
    <w:rsid w:val="00412A2C"/>
    <w:rsid w:val="00414BF4"/>
    <w:rsid w:val="00421A65"/>
    <w:rsid w:val="00424282"/>
    <w:rsid w:val="00424791"/>
    <w:rsid w:val="004267D6"/>
    <w:rsid w:val="00430741"/>
    <w:rsid w:val="00431934"/>
    <w:rsid w:val="00431964"/>
    <w:rsid w:val="00431D8A"/>
    <w:rsid w:val="00433A96"/>
    <w:rsid w:val="004407E9"/>
    <w:rsid w:val="004429C6"/>
    <w:rsid w:val="00452D6F"/>
    <w:rsid w:val="00454886"/>
    <w:rsid w:val="00455CDD"/>
    <w:rsid w:val="00457132"/>
    <w:rsid w:val="00457E57"/>
    <w:rsid w:val="00457FB8"/>
    <w:rsid w:val="004631EA"/>
    <w:rsid w:val="00471BB7"/>
    <w:rsid w:val="004813B4"/>
    <w:rsid w:val="00483E86"/>
    <w:rsid w:val="00485911"/>
    <w:rsid w:val="00487369"/>
    <w:rsid w:val="0049015D"/>
    <w:rsid w:val="004921D9"/>
    <w:rsid w:val="00492833"/>
    <w:rsid w:val="00496479"/>
    <w:rsid w:val="004978D1"/>
    <w:rsid w:val="004A2728"/>
    <w:rsid w:val="004A3B69"/>
    <w:rsid w:val="004B28F2"/>
    <w:rsid w:val="004B2D3E"/>
    <w:rsid w:val="004B2FAA"/>
    <w:rsid w:val="004B47AB"/>
    <w:rsid w:val="004B7085"/>
    <w:rsid w:val="004C3BF5"/>
    <w:rsid w:val="004D0FD7"/>
    <w:rsid w:val="004D6F41"/>
    <w:rsid w:val="004E0C62"/>
    <w:rsid w:val="004E5669"/>
    <w:rsid w:val="004F44D7"/>
    <w:rsid w:val="004F69C3"/>
    <w:rsid w:val="004F7737"/>
    <w:rsid w:val="004F7A42"/>
    <w:rsid w:val="005017A1"/>
    <w:rsid w:val="00503719"/>
    <w:rsid w:val="0051034E"/>
    <w:rsid w:val="00516249"/>
    <w:rsid w:val="0052459A"/>
    <w:rsid w:val="00527126"/>
    <w:rsid w:val="005321A9"/>
    <w:rsid w:val="00533C2A"/>
    <w:rsid w:val="0054047D"/>
    <w:rsid w:val="00541F83"/>
    <w:rsid w:val="005445AE"/>
    <w:rsid w:val="00544B65"/>
    <w:rsid w:val="00545D85"/>
    <w:rsid w:val="00545EA2"/>
    <w:rsid w:val="005460EE"/>
    <w:rsid w:val="00546445"/>
    <w:rsid w:val="005478E8"/>
    <w:rsid w:val="00555E20"/>
    <w:rsid w:val="00561767"/>
    <w:rsid w:val="00561B4C"/>
    <w:rsid w:val="00561BC3"/>
    <w:rsid w:val="0056648F"/>
    <w:rsid w:val="00566FF5"/>
    <w:rsid w:val="005701AB"/>
    <w:rsid w:val="005763C0"/>
    <w:rsid w:val="00577D43"/>
    <w:rsid w:val="00590B7A"/>
    <w:rsid w:val="00591C57"/>
    <w:rsid w:val="00592B6C"/>
    <w:rsid w:val="00592B81"/>
    <w:rsid w:val="00593268"/>
    <w:rsid w:val="0059550B"/>
    <w:rsid w:val="005962BD"/>
    <w:rsid w:val="005A1FC2"/>
    <w:rsid w:val="005A37FB"/>
    <w:rsid w:val="005B049D"/>
    <w:rsid w:val="005B18B9"/>
    <w:rsid w:val="005B18C0"/>
    <w:rsid w:val="005B2660"/>
    <w:rsid w:val="005C1002"/>
    <w:rsid w:val="005C1050"/>
    <w:rsid w:val="005C1128"/>
    <w:rsid w:val="005C1D65"/>
    <w:rsid w:val="005D0AFE"/>
    <w:rsid w:val="005D4571"/>
    <w:rsid w:val="005E0EAD"/>
    <w:rsid w:val="005E3E45"/>
    <w:rsid w:val="005F1F30"/>
    <w:rsid w:val="005F4EF1"/>
    <w:rsid w:val="005F55F9"/>
    <w:rsid w:val="005F5846"/>
    <w:rsid w:val="00600E63"/>
    <w:rsid w:val="00600EE2"/>
    <w:rsid w:val="00610D10"/>
    <w:rsid w:val="006155C2"/>
    <w:rsid w:val="00623E8B"/>
    <w:rsid w:val="006261F1"/>
    <w:rsid w:val="00630974"/>
    <w:rsid w:val="00630D0B"/>
    <w:rsid w:val="00632FAA"/>
    <w:rsid w:val="00635A78"/>
    <w:rsid w:val="0063620A"/>
    <w:rsid w:val="006371E4"/>
    <w:rsid w:val="006553C7"/>
    <w:rsid w:val="006566D2"/>
    <w:rsid w:val="006630E0"/>
    <w:rsid w:val="006642BB"/>
    <w:rsid w:val="00666124"/>
    <w:rsid w:val="006661E6"/>
    <w:rsid w:val="00666616"/>
    <w:rsid w:val="00671380"/>
    <w:rsid w:val="00672BFC"/>
    <w:rsid w:val="00680832"/>
    <w:rsid w:val="00680C7D"/>
    <w:rsid w:val="00681F67"/>
    <w:rsid w:val="00684778"/>
    <w:rsid w:val="00693242"/>
    <w:rsid w:val="00696247"/>
    <w:rsid w:val="006B0009"/>
    <w:rsid w:val="006B36E7"/>
    <w:rsid w:val="006B3B6B"/>
    <w:rsid w:val="006C1032"/>
    <w:rsid w:val="006C154F"/>
    <w:rsid w:val="006C3839"/>
    <w:rsid w:val="006C64C0"/>
    <w:rsid w:val="006C6E94"/>
    <w:rsid w:val="006E0EFB"/>
    <w:rsid w:val="006E4C13"/>
    <w:rsid w:val="006E64AC"/>
    <w:rsid w:val="006E6B25"/>
    <w:rsid w:val="006F15DB"/>
    <w:rsid w:val="006F35C2"/>
    <w:rsid w:val="006F551E"/>
    <w:rsid w:val="006F7BEB"/>
    <w:rsid w:val="006F7F8C"/>
    <w:rsid w:val="00702791"/>
    <w:rsid w:val="007114A7"/>
    <w:rsid w:val="00712FBC"/>
    <w:rsid w:val="007209D4"/>
    <w:rsid w:val="00721F35"/>
    <w:rsid w:val="00725110"/>
    <w:rsid w:val="00725C78"/>
    <w:rsid w:val="00733497"/>
    <w:rsid w:val="00734B86"/>
    <w:rsid w:val="007365CE"/>
    <w:rsid w:val="007464FA"/>
    <w:rsid w:val="00747EDB"/>
    <w:rsid w:val="00750CB4"/>
    <w:rsid w:val="00752DE8"/>
    <w:rsid w:val="00755383"/>
    <w:rsid w:val="00755E86"/>
    <w:rsid w:val="00756DAC"/>
    <w:rsid w:val="0076149F"/>
    <w:rsid w:val="007616D3"/>
    <w:rsid w:val="00761AF0"/>
    <w:rsid w:val="00770566"/>
    <w:rsid w:val="0078033E"/>
    <w:rsid w:val="00781EBE"/>
    <w:rsid w:val="00784218"/>
    <w:rsid w:val="00785316"/>
    <w:rsid w:val="0079659F"/>
    <w:rsid w:val="007A11E3"/>
    <w:rsid w:val="007B4135"/>
    <w:rsid w:val="007C7359"/>
    <w:rsid w:val="007D095D"/>
    <w:rsid w:val="007D2916"/>
    <w:rsid w:val="007D486E"/>
    <w:rsid w:val="007E6E02"/>
    <w:rsid w:val="007F035A"/>
    <w:rsid w:val="007F2179"/>
    <w:rsid w:val="007F4965"/>
    <w:rsid w:val="00801F1F"/>
    <w:rsid w:val="008063B7"/>
    <w:rsid w:val="008135F0"/>
    <w:rsid w:val="00820591"/>
    <w:rsid w:val="0082113A"/>
    <w:rsid w:val="008305EE"/>
    <w:rsid w:val="00830B4A"/>
    <w:rsid w:val="00837F11"/>
    <w:rsid w:val="00840918"/>
    <w:rsid w:val="00841C2C"/>
    <w:rsid w:val="00842754"/>
    <w:rsid w:val="00845857"/>
    <w:rsid w:val="00851BAF"/>
    <w:rsid w:val="00853C56"/>
    <w:rsid w:val="00862CEC"/>
    <w:rsid w:val="0086407E"/>
    <w:rsid w:val="0086717F"/>
    <w:rsid w:val="008679D2"/>
    <w:rsid w:val="00867C72"/>
    <w:rsid w:val="00871D21"/>
    <w:rsid w:val="00872021"/>
    <w:rsid w:val="00880C3A"/>
    <w:rsid w:val="00881AE1"/>
    <w:rsid w:val="00884126"/>
    <w:rsid w:val="00885F8C"/>
    <w:rsid w:val="008869E4"/>
    <w:rsid w:val="008902BB"/>
    <w:rsid w:val="00890AA5"/>
    <w:rsid w:val="00894E7D"/>
    <w:rsid w:val="008B43FF"/>
    <w:rsid w:val="008B461C"/>
    <w:rsid w:val="008B743A"/>
    <w:rsid w:val="008C2B47"/>
    <w:rsid w:val="008C67DF"/>
    <w:rsid w:val="008D11DD"/>
    <w:rsid w:val="008D17FC"/>
    <w:rsid w:val="008D1BB1"/>
    <w:rsid w:val="008D496C"/>
    <w:rsid w:val="008D5781"/>
    <w:rsid w:val="008E2656"/>
    <w:rsid w:val="008E28D7"/>
    <w:rsid w:val="008E4D89"/>
    <w:rsid w:val="008F0019"/>
    <w:rsid w:val="008F0E64"/>
    <w:rsid w:val="008F0ED4"/>
    <w:rsid w:val="008F271D"/>
    <w:rsid w:val="008F5B20"/>
    <w:rsid w:val="008F6E49"/>
    <w:rsid w:val="009039A0"/>
    <w:rsid w:val="0090518F"/>
    <w:rsid w:val="009053F1"/>
    <w:rsid w:val="0091597C"/>
    <w:rsid w:val="0091615A"/>
    <w:rsid w:val="0091615E"/>
    <w:rsid w:val="00917324"/>
    <w:rsid w:val="009243F3"/>
    <w:rsid w:val="00930AA9"/>
    <w:rsid w:val="009343D0"/>
    <w:rsid w:val="00935947"/>
    <w:rsid w:val="00937B48"/>
    <w:rsid w:val="00941B3A"/>
    <w:rsid w:val="00945E06"/>
    <w:rsid w:val="00947A5F"/>
    <w:rsid w:val="00950FAB"/>
    <w:rsid w:val="00960CEC"/>
    <w:rsid w:val="00962CE6"/>
    <w:rsid w:val="00964E4A"/>
    <w:rsid w:val="00966995"/>
    <w:rsid w:val="009738CE"/>
    <w:rsid w:val="009738DA"/>
    <w:rsid w:val="00973CA8"/>
    <w:rsid w:val="00974391"/>
    <w:rsid w:val="00975144"/>
    <w:rsid w:val="00977516"/>
    <w:rsid w:val="00981D83"/>
    <w:rsid w:val="0098211F"/>
    <w:rsid w:val="00984556"/>
    <w:rsid w:val="00985403"/>
    <w:rsid w:val="00985A9C"/>
    <w:rsid w:val="009873A5"/>
    <w:rsid w:val="009875BD"/>
    <w:rsid w:val="009B2758"/>
    <w:rsid w:val="009B2A0E"/>
    <w:rsid w:val="009B62E5"/>
    <w:rsid w:val="009C624A"/>
    <w:rsid w:val="009D4E9E"/>
    <w:rsid w:val="009D7283"/>
    <w:rsid w:val="009E0B1D"/>
    <w:rsid w:val="009E2023"/>
    <w:rsid w:val="009E2030"/>
    <w:rsid w:val="009E6BD4"/>
    <w:rsid w:val="009E724C"/>
    <w:rsid w:val="009E7B88"/>
    <w:rsid w:val="009F5026"/>
    <w:rsid w:val="00A00104"/>
    <w:rsid w:val="00A0011C"/>
    <w:rsid w:val="00A07B8E"/>
    <w:rsid w:val="00A17895"/>
    <w:rsid w:val="00A204DE"/>
    <w:rsid w:val="00A24CF0"/>
    <w:rsid w:val="00A27610"/>
    <w:rsid w:val="00A30819"/>
    <w:rsid w:val="00A30D38"/>
    <w:rsid w:val="00A36B43"/>
    <w:rsid w:val="00A426AA"/>
    <w:rsid w:val="00A4274D"/>
    <w:rsid w:val="00A43A5E"/>
    <w:rsid w:val="00A45D9B"/>
    <w:rsid w:val="00A62A6C"/>
    <w:rsid w:val="00A65B08"/>
    <w:rsid w:val="00A71118"/>
    <w:rsid w:val="00A71364"/>
    <w:rsid w:val="00A71DD8"/>
    <w:rsid w:val="00A73322"/>
    <w:rsid w:val="00A81E2D"/>
    <w:rsid w:val="00A81FF1"/>
    <w:rsid w:val="00A84C43"/>
    <w:rsid w:val="00A85B1C"/>
    <w:rsid w:val="00A85FB2"/>
    <w:rsid w:val="00A86A5A"/>
    <w:rsid w:val="00A95697"/>
    <w:rsid w:val="00AA1D4D"/>
    <w:rsid w:val="00AA1DE0"/>
    <w:rsid w:val="00AA349F"/>
    <w:rsid w:val="00AA4EBC"/>
    <w:rsid w:val="00AB1E4E"/>
    <w:rsid w:val="00AB6F45"/>
    <w:rsid w:val="00AC3A99"/>
    <w:rsid w:val="00AC52F1"/>
    <w:rsid w:val="00AC6834"/>
    <w:rsid w:val="00AC6E62"/>
    <w:rsid w:val="00AC755F"/>
    <w:rsid w:val="00AD0D5C"/>
    <w:rsid w:val="00AD2766"/>
    <w:rsid w:val="00AD384C"/>
    <w:rsid w:val="00AE577C"/>
    <w:rsid w:val="00AF0662"/>
    <w:rsid w:val="00AF435F"/>
    <w:rsid w:val="00AF4A2F"/>
    <w:rsid w:val="00B12889"/>
    <w:rsid w:val="00B12C1B"/>
    <w:rsid w:val="00B13BC5"/>
    <w:rsid w:val="00B141AC"/>
    <w:rsid w:val="00B15249"/>
    <w:rsid w:val="00B26B13"/>
    <w:rsid w:val="00B33D14"/>
    <w:rsid w:val="00B42FF6"/>
    <w:rsid w:val="00B44D29"/>
    <w:rsid w:val="00B50B94"/>
    <w:rsid w:val="00B51BFF"/>
    <w:rsid w:val="00B52815"/>
    <w:rsid w:val="00B53928"/>
    <w:rsid w:val="00B55C0B"/>
    <w:rsid w:val="00B57590"/>
    <w:rsid w:val="00B5771E"/>
    <w:rsid w:val="00B62732"/>
    <w:rsid w:val="00B62D0A"/>
    <w:rsid w:val="00B62DE5"/>
    <w:rsid w:val="00B63BAF"/>
    <w:rsid w:val="00B7184D"/>
    <w:rsid w:val="00B7496E"/>
    <w:rsid w:val="00B845B9"/>
    <w:rsid w:val="00B85B14"/>
    <w:rsid w:val="00B86071"/>
    <w:rsid w:val="00B86F07"/>
    <w:rsid w:val="00B91BBB"/>
    <w:rsid w:val="00B95E88"/>
    <w:rsid w:val="00BB0C43"/>
    <w:rsid w:val="00BB4396"/>
    <w:rsid w:val="00BB64B2"/>
    <w:rsid w:val="00BD76FE"/>
    <w:rsid w:val="00BD7C4B"/>
    <w:rsid w:val="00BE186D"/>
    <w:rsid w:val="00BE4DE0"/>
    <w:rsid w:val="00BE673E"/>
    <w:rsid w:val="00BF1975"/>
    <w:rsid w:val="00BF2F82"/>
    <w:rsid w:val="00BF7AD6"/>
    <w:rsid w:val="00C06D50"/>
    <w:rsid w:val="00C10F8B"/>
    <w:rsid w:val="00C15ABB"/>
    <w:rsid w:val="00C20981"/>
    <w:rsid w:val="00C23A2A"/>
    <w:rsid w:val="00C25C52"/>
    <w:rsid w:val="00C27171"/>
    <w:rsid w:val="00C310F0"/>
    <w:rsid w:val="00C445E2"/>
    <w:rsid w:val="00C4494E"/>
    <w:rsid w:val="00C45A7C"/>
    <w:rsid w:val="00C46D38"/>
    <w:rsid w:val="00C533B4"/>
    <w:rsid w:val="00C57457"/>
    <w:rsid w:val="00C57835"/>
    <w:rsid w:val="00C61389"/>
    <w:rsid w:val="00C6379E"/>
    <w:rsid w:val="00C65FCA"/>
    <w:rsid w:val="00C66705"/>
    <w:rsid w:val="00C67A7A"/>
    <w:rsid w:val="00C8009D"/>
    <w:rsid w:val="00C82CAE"/>
    <w:rsid w:val="00C83846"/>
    <w:rsid w:val="00C83A8E"/>
    <w:rsid w:val="00C84728"/>
    <w:rsid w:val="00C859DD"/>
    <w:rsid w:val="00C91338"/>
    <w:rsid w:val="00C9150B"/>
    <w:rsid w:val="00C92185"/>
    <w:rsid w:val="00C93A5B"/>
    <w:rsid w:val="00CA6371"/>
    <w:rsid w:val="00CA7301"/>
    <w:rsid w:val="00CB1783"/>
    <w:rsid w:val="00CB1E10"/>
    <w:rsid w:val="00CB5E44"/>
    <w:rsid w:val="00CC1D51"/>
    <w:rsid w:val="00CD1DF7"/>
    <w:rsid w:val="00CD7AEF"/>
    <w:rsid w:val="00CE2592"/>
    <w:rsid w:val="00CE4547"/>
    <w:rsid w:val="00CF403B"/>
    <w:rsid w:val="00CF4247"/>
    <w:rsid w:val="00CF68DD"/>
    <w:rsid w:val="00D0095C"/>
    <w:rsid w:val="00D054DE"/>
    <w:rsid w:val="00D07ED7"/>
    <w:rsid w:val="00D109F9"/>
    <w:rsid w:val="00D1654F"/>
    <w:rsid w:val="00D210E1"/>
    <w:rsid w:val="00D220D1"/>
    <w:rsid w:val="00D3020E"/>
    <w:rsid w:val="00D31113"/>
    <w:rsid w:val="00D363B5"/>
    <w:rsid w:val="00D44BA4"/>
    <w:rsid w:val="00D4661A"/>
    <w:rsid w:val="00D46B0D"/>
    <w:rsid w:val="00D521C5"/>
    <w:rsid w:val="00D62597"/>
    <w:rsid w:val="00D64985"/>
    <w:rsid w:val="00D65DFC"/>
    <w:rsid w:val="00D73495"/>
    <w:rsid w:val="00D76F28"/>
    <w:rsid w:val="00D8234F"/>
    <w:rsid w:val="00D85687"/>
    <w:rsid w:val="00D86FC0"/>
    <w:rsid w:val="00D92B67"/>
    <w:rsid w:val="00D9318B"/>
    <w:rsid w:val="00D96A1E"/>
    <w:rsid w:val="00DA2E64"/>
    <w:rsid w:val="00DA2F14"/>
    <w:rsid w:val="00DA4D23"/>
    <w:rsid w:val="00DB186C"/>
    <w:rsid w:val="00DB50B6"/>
    <w:rsid w:val="00DB5549"/>
    <w:rsid w:val="00DB68D4"/>
    <w:rsid w:val="00DD278C"/>
    <w:rsid w:val="00DE33FC"/>
    <w:rsid w:val="00DE5323"/>
    <w:rsid w:val="00DF0E8E"/>
    <w:rsid w:val="00DF115E"/>
    <w:rsid w:val="00DF332B"/>
    <w:rsid w:val="00DF7FBA"/>
    <w:rsid w:val="00E04CB8"/>
    <w:rsid w:val="00E11769"/>
    <w:rsid w:val="00E1229B"/>
    <w:rsid w:val="00E2189F"/>
    <w:rsid w:val="00E247CA"/>
    <w:rsid w:val="00E24B47"/>
    <w:rsid w:val="00E251D4"/>
    <w:rsid w:val="00E267EE"/>
    <w:rsid w:val="00E36953"/>
    <w:rsid w:val="00E45F4C"/>
    <w:rsid w:val="00E46B76"/>
    <w:rsid w:val="00E47D21"/>
    <w:rsid w:val="00E567A1"/>
    <w:rsid w:val="00E622F7"/>
    <w:rsid w:val="00E62D25"/>
    <w:rsid w:val="00E62E00"/>
    <w:rsid w:val="00E6579F"/>
    <w:rsid w:val="00E65B2A"/>
    <w:rsid w:val="00E67777"/>
    <w:rsid w:val="00E7269A"/>
    <w:rsid w:val="00E73835"/>
    <w:rsid w:val="00E74E3C"/>
    <w:rsid w:val="00E83C5A"/>
    <w:rsid w:val="00E86762"/>
    <w:rsid w:val="00E97636"/>
    <w:rsid w:val="00EA118A"/>
    <w:rsid w:val="00EA2303"/>
    <w:rsid w:val="00EA3204"/>
    <w:rsid w:val="00EA4CC5"/>
    <w:rsid w:val="00EA5D98"/>
    <w:rsid w:val="00EA6666"/>
    <w:rsid w:val="00EA704E"/>
    <w:rsid w:val="00EA7A2C"/>
    <w:rsid w:val="00EB3955"/>
    <w:rsid w:val="00EB4A18"/>
    <w:rsid w:val="00EC0F00"/>
    <w:rsid w:val="00EC3C46"/>
    <w:rsid w:val="00EC5C3E"/>
    <w:rsid w:val="00EC660B"/>
    <w:rsid w:val="00ED102D"/>
    <w:rsid w:val="00EF1741"/>
    <w:rsid w:val="00EF743E"/>
    <w:rsid w:val="00F0132A"/>
    <w:rsid w:val="00F1020D"/>
    <w:rsid w:val="00F16738"/>
    <w:rsid w:val="00F20D3B"/>
    <w:rsid w:val="00F322BC"/>
    <w:rsid w:val="00F34227"/>
    <w:rsid w:val="00F46860"/>
    <w:rsid w:val="00F47C5F"/>
    <w:rsid w:val="00F50864"/>
    <w:rsid w:val="00F5129A"/>
    <w:rsid w:val="00F51D4D"/>
    <w:rsid w:val="00F523BA"/>
    <w:rsid w:val="00F637E9"/>
    <w:rsid w:val="00F63E02"/>
    <w:rsid w:val="00F657B9"/>
    <w:rsid w:val="00F7388D"/>
    <w:rsid w:val="00F751F1"/>
    <w:rsid w:val="00F7587C"/>
    <w:rsid w:val="00F76356"/>
    <w:rsid w:val="00F834D5"/>
    <w:rsid w:val="00F86A2C"/>
    <w:rsid w:val="00F86FF1"/>
    <w:rsid w:val="00F87555"/>
    <w:rsid w:val="00F87D9A"/>
    <w:rsid w:val="00F901D4"/>
    <w:rsid w:val="00F9357D"/>
    <w:rsid w:val="00F93970"/>
    <w:rsid w:val="00F94797"/>
    <w:rsid w:val="00F94AA2"/>
    <w:rsid w:val="00FC028D"/>
    <w:rsid w:val="00FC1ED6"/>
    <w:rsid w:val="00FC36C5"/>
    <w:rsid w:val="00FE04DD"/>
    <w:rsid w:val="00FE4D06"/>
    <w:rsid w:val="00F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2DAB3"/>
  <w15:docId w15:val="{B1DB8509-64EA-437E-8E79-9FA39F98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52712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52712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semiHidden/>
    <w:rsid w:val="00BE673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C6E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6642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FC9C7-DD27-4B7A-9343-7B9D021EF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3</Pages>
  <Words>719</Words>
  <Characters>5217</Characters>
  <Application>Microsoft Office Word</Application>
  <DocSecurity>4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Bazsóka</dc:creator>
  <cp:lastModifiedBy>Sipos Ágnes</cp:lastModifiedBy>
  <cp:revision>2</cp:revision>
  <cp:lastPrinted>2026-02-04T11:48:00Z</cp:lastPrinted>
  <dcterms:created xsi:type="dcterms:W3CDTF">2026-02-04T11:49:00Z</dcterms:created>
  <dcterms:modified xsi:type="dcterms:W3CDTF">2026-02-04T11:49:00Z</dcterms:modified>
</cp:coreProperties>
</file>